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瞿河镇夏家大田村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瞿河镇夏家大田村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无害化处理任务数210户；新建整改厕所78户；联合池（多户合建化粪池）48口；单户化粪池99口；整改粪池210口；修建整改出户管及连接管</w:t>
      </w:r>
      <w:r>
        <w:rPr>
          <w:rFonts w:hint="eastAsia" w:ascii="宋体" w:hAnsi="宋体" w:eastAsia="宋体" w:cs="宋体"/>
          <w:i w:val="0"/>
          <w:color w:val="000000"/>
          <w:kern w:val="0"/>
          <w:sz w:val="24"/>
          <w:szCs w:val="24"/>
          <w:u w:val="none"/>
          <w:lang w:val="en-US" w:eastAsia="zh-CN" w:bidi="ar"/>
        </w:rPr>
        <w:t>1050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630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514935.48</w:t>
      </w:r>
      <w:r>
        <w:rPr>
          <w:rFonts w:hint="eastAsia" w:asciiTheme="majorEastAsia" w:hAnsiTheme="majorEastAsia" w:eastAsiaTheme="majorEastAsia" w:cstheme="majorEastAsia"/>
          <w:color w:val="auto"/>
          <w:kern w:val="2"/>
          <w:sz w:val="24"/>
          <w:szCs w:val="24"/>
          <w:lang w:val="en-US" w:eastAsia="zh-CN"/>
        </w:rPr>
        <w:t>元，其中财政奖补资金420000.00元，村民自筹94935.48元。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新建1号砖砌化粪池99座，做法详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新建2号砖砌化粪池37座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新建3号砖砌化粪池7座(3户合建)，做法详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新建4号砖砌化粪池4座(4户合建)，做法详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检查井采用TXXQ高密度聚乙烯塑料检查井，合计111座。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瞿河镇夏家大田村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21220.65</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67791.33</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38425.1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60060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1050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37800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630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36540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136996.2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69841.2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16893.8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11607.2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17760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514935.48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瞿河镇夏家大田村村民委员会提供的名单及地址。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851FEC"/>
    <w:rsid w:val="21FE4738"/>
    <w:rsid w:val="226A2F4A"/>
    <w:rsid w:val="23365A4A"/>
    <w:rsid w:val="23AF0390"/>
    <w:rsid w:val="24B51AD4"/>
    <w:rsid w:val="24DC401A"/>
    <w:rsid w:val="25435C5C"/>
    <w:rsid w:val="25EB5DBA"/>
    <w:rsid w:val="266C5D28"/>
    <w:rsid w:val="27395669"/>
    <w:rsid w:val="287C7510"/>
    <w:rsid w:val="28E10988"/>
    <w:rsid w:val="292750FE"/>
    <w:rsid w:val="295356F8"/>
    <w:rsid w:val="29DC2898"/>
    <w:rsid w:val="2B511BF0"/>
    <w:rsid w:val="2B681C16"/>
    <w:rsid w:val="2CA67E5C"/>
    <w:rsid w:val="2D48480E"/>
    <w:rsid w:val="2D554F32"/>
    <w:rsid w:val="2DB41B88"/>
    <w:rsid w:val="2DC816D9"/>
    <w:rsid w:val="2E026F21"/>
    <w:rsid w:val="2E8B2174"/>
    <w:rsid w:val="2E9C2986"/>
    <w:rsid w:val="2EA52293"/>
    <w:rsid w:val="2F014596"/>
    <w:rsid w:val="2F620FF1"/>
    <w:rsid w:val="301B44D5"/>
    <w:rsid w:val="301E780A"/>
    <w:rsid w:val="306E5F49"/>
    <w:rsid w:val="31095F4C"/>
    <w:rsid w:val="31C17AB6"/>
    <w:rsid w:val="32441CC2"/>
    <w:rsid w:val="327D4A24"/>
    <w:rsid w:val="328E2022"/>
    <w:rsid w:val="33337274"/>
    <w:rsid w:val="339C6590"/>
    <w:rsid w:val="33C013C9"/>
    <w:rsid w:val="33C12851"/>
    <w:rsid w:val="344B696C"/>
    <w:rsid w:val="3504317E"/>
    <w:rsid w:val="3578457B"/>
    <w:rsid w:val="35812EEF"/>
    <w:rsid w:val="35D15B60"/>
    <w:rsid w:val="3609575D"/>
    <w:rsid w:val="36D933F7"/>
    <w:rsid w:val="37BA6DC9"/>
    <w:rsid w:val="38140581"/>
    <w:rsid w:val="390C3205"/>
    <w:rsid w:val="39450400"/>
    <w:rsid w:val="39DB6AF4"/>
    <w:rsid w:val="39E527A7"/>
    <w:rsid w:val="3A6D1983"/>
    <w:rsid w:val="3AA91A44"/>
    <w:rsid w:val="3AC5600A"/>
    <w:rsid w:val="3B3730EA"/>
    <w:rsid w:val="3B6F4564"/>
    <w:rsid w:val="3C1E66AC"/>
    <w:rsid w:val="3D3C16EC"/>
    <w:rsid w:val="3DD86EC1"/>
    <w:rsid w:val="3FC8588E"/>
    <w:rsid w:val="413D0FA5"/>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142283C"/>
    <w:rsid w:val="52040137"/>
    <w:rsid w:val="52181420"/>
    <w:rsid w:val="5252054D"/>
    <w:rsid w:val="529E13D7"/>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C1B16A7"/>
    <w:rsid w:val="5D5A3A51"/>
    <w:rsid w:val="5D6A1EE1"/>
    <w:rsid w:val="5DDA5E5F"/>
    <w:rsid w:val="5E230C91"/>
    <w:rsid w:val="5EEB451D"/>
    <w:rsid w:val="60167476"/>
    <w:rsid w:val="60E33208"/>
    <w:rsid w:val="613B4DDF"/>
    <w:rsid w:val="61464B63"/>
    <w:rsid w:val="634C4304"/>
    <w:rsid w:val="63967C8B"/>
    <w:rsid w:val="63B2292D"/>
    <w:rsid w:val="6425214D"/>
    <w:rsid w:val="64272860"/>
    <w:rsid w:val="64767A89"/>
    <w:rsid w:val="654004EA"/>
    <w:rsid w:val="65CB3832"/>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8C318A"/>
    <w:rsid w:val="72A37F3C"/>
    <w:rsid w:val="72E67A1E"/>
    <w:rsid w:val="735144C8"/>
    <w:rsid w:val="74D07A37"/>
    <w:rsid w:val="756C25F6"/>
    <w:rsid w:val="76EF5C9E"/>
    <w:rsid w:val="789145DF"/>
    <w:rsid w:val="79B31825"/>
    <w:rsid w:val="7A040050"/>
    <w:rsid w:val="7BD62F93"/>
    <w:rsid w:val="7BE141DD"/>
    <w:rsid w:val="7C034F7D"/>
    <w:rsid w:val="7C2925C7"/>
    <w:rsid w:val="7EA85FDA"/>
    <w:rsid w:val="7FBD5C9E"/>
    <w:rsid w:val="8FFE0008"/>
    <w:rsid w:val="FDFB56D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2023-12-26T11:21:54Z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