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洋溪镇武显岩村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洋溪镇武显岩村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无害化处理任务数364户；新建整改厕所55户；联合池（多户合建化粪池）66口；单户化粪池189口；整改粪池364口；修建整改出户管及连接管</w:t>
      </w:r>
      <w:r>
        <w:rPr>
          <w:rFonts w:hint="eastAsia" w:ascii="宋体" w:hAnsi="宋体" w:eastAsia="宋体" w:cs="宋体"/>
          <w:i w:val="0"/>
          <w:color w:val="000000"/>
          <w:kern w:val="0"/>
          <w:sz w:val="24"/>
          <w:szCs w:val="24"/>
          <w:u w:val="none"/>
          <w:lang w:val="en-US" w:eastAsia="zh-CN" w:bidi="ar"/>
        </w:rPr>
        <w:t>1820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1090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798473.26</w:t>
      </w:r>
      <w:r>
        <w:rPr>
          <w:rFonts w:hint="eastAsia" w:asciiTheme="majorEastAsia" w:hAnsiTheme="majorEastAsia" w:eastAsiaTheme="majorEastAsia" w:cstheme="majorEastAsia"/>
          <w:color w:val="auto"/>
          <w:kern w:val="2"/>
          <w:sz w:val="24"/>
          <w:szCs w:val="24"/>
          <w:lang w:val="en-US" w:eastAsia="zh-CN"/>
        </w:rPr>
        <w:t>元，其中财政奖补资金728000.00元，村民自筹70473.26元。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新建1号砖砌化粪池189座，做法详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新建2号砖砌化粪池35座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新建4号砖砌化粪池12座(4户合建)，做法详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检查井采用TXXQ高密度聚乙烯塑料检查井，合计175座。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洋溪镇武显岩村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38197.17</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52726.59</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104104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65520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63220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189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261538.2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66066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45854.6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34821.6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28000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798473.26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洋溪镇武显岩村村民委员会提供的名单及地址。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7A5EB7"/>
    <w:rsid w:val="11D94E56"/>
    <w:rsid w:val="12F370A9"/>
    <w:rsid w:val="13270514"/>
    <w:rsid w:val="148306BA"/>
    <w:rsid w:val="1586433D"/>
    <w:rsid w:val="165568F0"/>
    <w:rsid w:val="16A967C0"/>
    <w:rsid w:val="16E17F40"/>
    <w:rsid w:val="17116420"/>
    <w:rsid w:val="176F6B0D"/>
    <w:rsid w:val="17E02620"/>
    <w:rsid w:val="196F31C2"/>
    <w:rsid w:val="1A053611"/>
    <w:rsid w:val="1B5F298B"/>
    <w:rsid w:val="1BFE04E2"/>
    <w:rsid w:val="1C277FCE"/>
    <w:rsid w:val="1D3F1931"/>
    <w:rsid w:val="1F1C5F1C"/>
    <w:rsid w:val="1F58550D"/>
    <w:rsid w:val="207C4208"/>
    <w:rsid w:val="209A3CDE"/>
    <w:rsid w:val="20B640B1"/>
    <w:rsid w:val="215E1D81"/>
    <w:rsid w:val="21851FEC"/>
    <w:rsid w:val="21D85BE7"/>
    <w:rsid w:val="21FE4738"/>
    <w:rsid w:val="226A2F4A"/>
    <w:rsid w:val="23365A4A"/>
    <w:rsid w:val="23AF0390"/>
    <w:rsid w:val="24B51AD4"/>
    <w:rsid w:val="24DC401A"/>
    <w:rsid w:val="25435C5C"/>
    <w:rsid w:val="25EB5DBA"/>
    <w:rsid w:val="266C5D28"/>
    <w:rsid w:val="27395669"/>
    <w:rsid w:val="287C7510"/>
    <w:rsid w:val="28E10988"/>
    <w:rsid w:val="292750FE"/>
    <w:rsid w:val="295356F8"/>
    <w:rsid w:val="299C5F4A"/>
    <w:rsid w:val="29DC2898"/>
    <w:rsid w:val="2B511BF0"/>
    <w:rsid w:val="2B681C16"/>
    <w:rsid w:val="2B707434"/>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0B69A7"/>
    <w:rsid w:val="33337274"/>
    <w:rsid w:val="339C6590"/>
    <w:rsid w:val="33C013C9"/>
    <w:rsid w:val="33C12851"/>
    <w:rsid w:val="344B696C"/>
    <w:rsid w:val="34757401"/>
    <w:rsid w:val="3504317E"/>
    <w:rsid w:val="352E299D"/>
    <w:rsid w:val="3578457B"/>
    <w:rsid w:val="35812EEF"/>
    <w:rsid w:val="35D15B60"/>
    <w:rsid w:val="3609575D"/>
    <w:rsid w:val="36BB69B7"/>
    <w:rsid w:val="36D933F7"/>
    <w:rsid w:val="37BA6DC9"/>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CA5B54"/>
    <w:rsid w:val="421622C2"/>
    <w:rsid w:val="421B76C0"/>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47903FC"/>
    <w:rsid w:val="55193C33"/>
    <w:rsid w:val="557960B8"/>
    <w:rsid w:val="55CF1FE2"/>
    <w:rsid w:val="5630720D"/>
    <w:rsid w:val="56427120"/>
    <w:rsid w:val="56AE3EE1"/>
    <w:rsid w:val="56B9387E"/>
    <w:rsid w:val="57AB6821"/>
    <w:rsid w:val="584B01C3"/>
    <w:rsid w:val="58737F30"/>
    <w:rsid w:val="58A728FA"/>
    <w:rsid w:val="594B5EE1"/>
    <w:rsid w:val="5A752B0C"/>
    <w:rsid w:val="5AC5149F"/>
    <w:rsid w:val="5B630C5D"/>
    <w:rsid w:val="5BF79509"/>
    <w:rsid w:val="5C1B16A7"/>
    <w:rsid w:val="5D5A3A51"/>
    <w:rsid w:val="5D6A1EE1"/>
    <w:rsid w:val="5DDA5E5F"/>
    <w:rsid w:val="5E230C91"/>
    <w:rsid w:val="5EEB451D"/>
    <w:rsid w:val="60E33208"/>
    <w:rsid w:val="613B4DDF"/>
    <w:rsid w:val="61464B63"/>
    <w:rsid w:val="634C4304"/>
    <w:rsid w:val="63967C8B"/>
    <w:rsid w:val="639F5376"/>
    <w:rsid w:val="63B2292D"/>
    <w:rsid w:val="6425214D"/>
    <w:rsid w:val="64272860"/>
    <w:rsid w:val="64767A89"/>
    <w:rsid w:val="654004EA"/>
    <w:rsid w:val="65CB3832"/>
    <w:rsid w:val="663170CB"/>
    <w:rsid w:val="66BE28EB"/>
    <w:rsid w:val="66E7762E"/>
    <w:rsid w:val="670F3BF9"/>
    <w:rsid w:val="671001B7"/>
    <w:rsid w:val="67127DDF"/>
    <w:rsid w:val="67DA59FA"/>
    <w:rsid w:val="67EC056C"/>
    <w:rsid w:val="68EB2AFA"/>
    <w:rsid w:val="69946236"/>
    <w:rsid w:val="69C7309A"/>
    <w:rsid w:val="6A1F35C5"/>
    <w:rsid w:val="6A490E98"/>
    <w:rsid w:val="6A4D4327"/>
    <w:rsid w:val="6AEE278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6EF5C9E"/>
    <w:rsid w:val="789145DF"/>
    <w:rsid w:val="79B31825"/>
    <w:rsid w:val="7A040050"/>
    <w:rsid w:val="7BD62F93"/>
    <w:rsid w:val="7BE141DD"/>
    <w:rsid w:val="7C034F7D"/>
    <w:rsid w:val="7C2925C7"/>
    <w:rsid w:val="7EA85FDA"/>
    <w:rsid w:val="7FBD5C9E"/>
    <w:rsid w:val="DB9F633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2023-12-26T11:21:45Z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