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沱牌镇通济村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沱牌镇通济村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无害化处理任务数369户；新建整改厕所41户；联合池（多户合建化粪池）51口；单户化粪池229口；整改粪池369口；修建整改出户管及连接管</w:t>
      </w:r>
      <w:r>
        <w:rPr>
          <w:rFonts w:hint="eastAsia" w:ascii="宋体" w:hAnsi="宋体" w:eastAsia="宋体" w:cs="宋体"/>
          <w:i w:val="0"/>
          <w:color w:val="000000"/>
          <w:kern w:val="0"/>
          <w:sz w:val="24"/>
          <w:szCs w:val="24"/>
          <w:u w:val="none"/>
          <w:lang w:val="en-US" w:eastAsia="zh-CN" w:bidi="ar"/>
        </w:rPr>
        <w:t>1845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890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780571.16</w:t>
      </w:r>
      <w:r>
        <w:rPr>
          <w:rFonts w:hint="eastAsia" w:asciiTheme="majorEastAsia" w:hAnsiTheme="majorEastAsia" w:eastAsiaTheme="majorEastAsia" w:cstheme="majorEastAsia"/>
          <w:color w:val="auto"/>
          <w:kern w:val="2"/>
          <w:sz w:val="24"/>
          <w:szCs w:val="24"/>
          <w:lang w:val="en-US" w:eastAsia="zh-CN"/>
        </w:rPr>
        <w:t>元，其中财政奖补资金738000.00元，村民自筹42571.16元。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新建1号砖砌化粪池229座，做法详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新建2号砖砌化粪池24座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新建3号砖砌化粪池16座(3户合建)，做法详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检查井采用TXXQ高密度聚乙烯塑料检查井，合计140座。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沱牌镇通济村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28294.2</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35151.06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105534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66420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51620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229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316890.2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45302.4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38614.4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31919.8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780571.16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沱牌镇通济村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2541CA"/>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2CC442B"/>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B807BA"/>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0C7F35"/>
    <w:rsid w:val="6CD444C9"/>
    <w:rsid w:val="6D1379DE"/>
    <w:rsid w:val="6D8D3140"/>
    <w:rsid w:val="6DAE04DD"/>
    <w:rsid w:val="6E7845A0"/>
    <w:rsid w:val="6EDB666A"/>
    <w:rsid w:val="6EF0718B"/>
    <w:rsid w:val="6F0B2439"/>
    <w:rsid w:val="6FC526B4"/>
    <w:rsid w:val="72A37F3C"/>
    <w:rsid w:val="735144C8"/>
    <w:rsid w:val="74D07A37"/>
    <w:rsid w:val="756C25F6"/>
    <w:rsid w:val="76B746A4"/>
    <w:rsid w:val="789145DF"/>
    <w:rsid w:val="791369E9"/>
    <w:rsid w:val="79B31825"/>
    <w:rsid w:val="7A040050"/>
    <w:rsid w:val="7BD62F93"/>
    <w:rsid w:val="7BE141DD"/>
    <w:rsid w:val="7C2925C7"/>
    <w:rsid w:val="7EA85FDA"/>
    <w:rsid w:val="7F7B8CCD"/>
    <w:rsid w:val="7F844FA6"/>
    <w:rsid w:val="BBF25D4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2023-12-26T11:21:55Z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