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lang w:val="en-US" w:eastAsia="zh-CN"/>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沱牌镇排路村</w:t>
      </w: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p>
    <w:p>
      <w:pPr>
        <w:jc w:val="cente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1229360</wp:posOffset>
                </wp:positionH>
                <wp:positionV relativeFrom="paragraph">
                  <wp:posOffset>96520</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6.8pt;margin-top:7.6pt;height:34.5pt;width:242.9pt;z-index:251658240;v-text-anchor:middle;mso-width-relative:page;mso-height-relative:page;" fillcolor="#FFFFFF" filled="t" stroked="t" coordsize="21600,21600" o:gfxdata="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WAAAAZHJzL1BLAQIUABQA&#10;AAAIAIdO4kBpUK8u1QAAAAkBAAAPAAAAAAAAAAEAIAAAADgAAABkcnMvZG93bnJldi54bWxQSwEC&#10;FAAUAAAACACHTuJArwqFq4wCAADzBAAADgAAAAAAAAABACAAAAA6AQAAZHJzL2Uyb0RvYy54bWxQ&#10;SwUGAAAAAAYABgBZAQAAO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9264" behindDoc="0" locked="0" layoutInCell="1" allowOverlap="1">
                <wp:simplePos x="0" y="0"/>
                <wp:positionH relativeFrom="column">
                  <wp:posOffset>2814955</wp:posOffset>
                </wp:positionH>
                <wp:positionV relativeFrom="paragraph">
                  <wp:posOffset>172085</wp:posOffset>
                </wp:positionV>
                <wp:extent cx="7620" cy="278130"/>
                <wp:effectExtent l="48895" t="0" r="57785" b="7620"/>
                <wp:wrapNone/>
                <wp:docPr id="15" name="直接箭头连接符 15"/>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65pt;margin-top:13.55pt;height:21.9pt;width:0.6pt;z-index:251659264;mso-width-relative:page;mso-height-relative:page;" filled="f" stroked="t" coordsize="21600,21600" o:gfxdata="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h/Kt4dgAAAAJAQAADwAAAAAAAAAB&#10;ACAAAAA4AAAAZHJzL2Rvd25yZXYueG1sUEsBAhQAFAAAAAgAh07iQOzjMYX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1238885</wp:posOffset>
                </wp:positionH>
                <wp:positionV relativeFrom="paragraph">
                  <wp:posOffset>79375</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55pt;margin-top:6.25pt;height:34.5pt;width:242.15pt;z-index:251663360;v-text-anchor:middle;mso-width-relative:page;mso-height-relative:page;" fillcolor="#FFFFFF" filled="t" stroked="t" coordsize="21600,21600" o:gfxdata="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jxXXjtUA&#10;AAAJAQAADwAAAAAAAAABACAAAAA4AAAAZHJzL2Rvd25yZXYueG1sUEsBAhQAFAAAAAgAh07iQDQk&#10;w6t+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2823845</wp:posOffset>
                </wp:positionH>
                <wp:positionV relativeFrom="paragraph">
                  <wp:posOffset>148590</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35pt;margin-top:11.7pt;height:21.9pt;width:0.6pt;z-index:251660288;mso-width-relative:page;mso-height-relative:page;" filled="f" stroked="t" coordsize="21600,21600" o:gfxdata="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JhINgAAAAJAQAADwAAAAAAAAAB&#10;ACAAAAA4AAAAZHJzL2Rvd25yZXYueG1sUEsBAhQAFAAAAAgAh07iQP6+kN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1257300</wp:posOffset>
                </wp:positionH>
                <wp:positionV relativeFrom="paragraph">
                  <wp:posOffset>33655</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pt;margin-top:2.65pt;height:34.5pt;width:243pt;z-index:251664384;v-text-anchor:middle;mso-width-relative:page;mso-height-relative:page;" fillcolor="#FFFFFF" filled="t" stroked="t" coordsize="21600,21600" o:gfxdata="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cqznotQA&#10;AAAIAQAADwAAAAAAAAABACAAAAA4AAAAZHJzL2Rvd25yZXYueG1sUEsBAhQAFAAAAAgAh07iQN34&#10;tXl/AgAA5wQAAA4AAAAAAAAAAQAgAAAAOQEAAGRycy9lMm9Eb2MueG1sUEsFBgAAAAAGAAYAWQEA&#10;ACoGAAAAAA==&#10;">
                <v:fill on="t" focussize="0,0"/>
                <v:stroke weight="1pt" color="#000000" miterlimit="8" joinstyle="miter"/>
                <v:imagedata o:title=""/>
                <o:lock v:ext="edit" aspectratio="f"/>
                <v:textbo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2818130</wp:posOffset>
                </wp:positionH>
                <wp:positionV relativeFrom="paragraph">
                  <wp:posOffset>121920</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9pt;margin-top:9.6pt;height:21.9pt;width:0.6pt;z-index:251661312;mso-width-relative:page;mso-height-relative:page;" filled="f" stroked="t" coordsize="21600,21600" o:gfxdata="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xwnBtNcAAAAJAQAADwAAAAAAAAAB&#10;ACAAAAA4AAAAZHJzL2Rvd25yZXYueG1sUEsBAhQAFAAAAAgAh07iQBriynn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1249045</wp:posOffset>
                </wp:positionH>
                <wp:positionV relativeFrom="paragraph">
                  <wp:posOffset>16510</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5pt;margin-top:1.3pt;height:33.75pt;width:243.05pt;z-index:251665408;v-text-anchor:middle;mso-width-relative:page;mso-height-relative:page;" fillcolor="#FFFFFF" filled="t" stroked="t" coordsize="21600,21600" o:gfxdata="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H7uWL7TAAAA&#10;CAEAAA8AAAAAAAAAAQAgAAAAOAAAAGRycy9kb3ducmV2LnhtbFBLAQIUABQAAAAIAIdO4kAk8mkI&#10;fgIAAOcEAAAOAAAAAAAAAAEAIAAAADgBAABkcnMvZTJvRG9jLnhtbFBLBQYAAAAABgAGAFkBAAAo&#10;BgAAAAA=&#10;">
                <v:fill on="t" focussize="0,0"/>
                <v:stroke weight="1pt" color="#000000" miterlimit="8" joinstyle="miter"/>
                <v:imagedata o:title=""/>
                <o:lock v:ext="edit" aspectratio="f"/>
                <v:textbo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2827020</wp:posOffset>
                </wp:positionH>
                <wp:positionV relativeFrom="paragraph">
                  <wp:posOffset>101600</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8pt;height:21.9pt;width:0.6pt;z-index:251662336;mso-width-relative:page;mso-height-relative:page;" filled="f" stroked="t" coordsize="21600,21600" o:gfxdata="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CIeQZK1wAAAAkBAAAPAAAAAAAAAAEA&#10;IAAAADgAAABkcnMvZG93bnJldi54bWxQSwECFAAUAAAACACHTuJAoNqC4PoBAAC1AwAADgAAAAAA&#10;AAABACAAAAA8AQAAZHJzL2Uyb0RvYy54bWxQSwUGAAAAAAYABgBZAQAAqA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1239520</wp:posOffset>
                </wp:positionH>
                <wp:positionV relativeFrom="paragraph">
                  <wp:posOffset>355600</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6pt;margin-top:28pt;height:34.5pt;width:242.85pt;z-index:251666432;v-text-anchor:middle;mso-width-relative:page;mso-height-relative:page;" fillcolor="#FFFFFF" filled="t" stroked="t" coordsize="21600,21600" o:gfxdata="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oNtskdQA&#10;AAAKAQAADwAAAAAAAAABACAAAAA4AAAAZHJzL2Rvd25yZXYueG1sUEsBAhQAFAAAAAgAh07iQIli&#10;eLt/AgAA5QQAAA4AAAAAAAAAAQAgAAAAOQ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1248410</wp:posOffset>
                </wp:positionH>
                <wp:positionV relativeFrom="paragraph">
                  <wp:posOffset>321310</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pt;margin-top:25.3pt;height:34.5pt;width:241.6pt;z-index:251668480;v-text-anchor:middle;mso-width-relative:page;mso-height-relative:page;" fillcolor="#FFFFFF" filled="t" stroked="t" coordsize="21600,21600" o:gfxdata="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BRQCGp0wAA&#10;AAoBAAAPAAAAAAAAAAEAIAAAADgAAABkcnMvZG93bnJldi54bWxQSwECFAAUAAAACACHTuJA4A/Y&#10;aX8CAADnBAAADgAAAAAAAAABACAAAAA4AQAAZHJzL2Uyb0RvYy54bWxQSwUGAAAAAAYABgBZAQAA&#10;KQ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2855595</wp:posOffset>
                </wp:positionH>
                <wp:positionV relativeFrom="paragraph">
                  <wp:posOffset>42545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85pt;margin-top:3.35pt;height:21.9pt;width:0.6pt;z-index:251670528;mso-width-relative:page;mso-height-relative:page;" filled="f" stroked="t" coordsize="21600,21600" o:gfxdata="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hHDcF1wAAAAgBAAAPAAAAAAAAAAEA&#10;IAAAADgAAABkcnMvZG93bnJldi54bWxQSwECFAAUAAAACACHTuJAYDya8P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2865120</wp:posOffset>
                </wp:positionH>
                <wp:positionV relativeFrom="paragraph">
                  <wp:posOffset>73025</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6pt;margin-top:5.75pt;height:21.9pt;width:0.6pt;z-index:251667456;mso-width-relative:page;mso-height-relative:page;" filled="f" stroked="t" coordsize="21600,21600" o:gfxdata="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oicHU9cAAAAJAQAADwAAAAAAAAAB&#10;ACAAAAA4AAAAZHJzL2Rvd25yZXYueG1sUEsBAhQAFAAAAAgAh07iQKW67AD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1257935</wp:posOffset>
                </wp:positionH>
                <wp:positionV relativeFrom="paragraph">
                  <wp:posOffset>292735</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05pt;margin-top:23.05pt;height:34.5pt;width:239.95pt;z-index:251669504;v-text-anchor:middle;mso-width-relative:page;mso-height-relative:page;" fillcolor="#FFFFFF" filled="t" stroked="t" coordsize="21600,21600" o:gfxdata="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NL/gPDU&#10;AAAACgEAAA8AAAAAAAAAAQAgAAAAOAAAAGRycy9kb3ducmV2LnhtbFBLAQIUABQAAAAIAIdO4kBa&#10;exO7gAIAAOcEAAAOAAAAAAAAAAEAIAAAADk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2836545</wp:posOffset>
                </wp:positionH>
                <wp:positionV relativeFrom="paragraph">
                  <wp:posOffset>12065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3.35pt;margin-top:0.95pt;height:21.9pt;width:0.6pt;z-index:251671552;mso-width-relative:page;mso-height-relative:page;" filled="f" stroked="t" coordsize="21600,21600" o:gfxdata="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BUIGdz1gAAAAgBAAAPAAAAAAAAAAEA&#10;IAAAADgAAABkcnMvZG93bnJldi54bWxQSwECFAAUAAAACACHTuJAbrFwO/sBAAC1AwAADgAAAAAA&#10;AAABACAAAAA7AQAAZHJzL2Uyb0RvYy54bWxQSwUGAAAAAAYABgBZAQAAqAUAAAAA&#10;">
                <v:fill on="f" focussize="0,0"/>
                <v:stroke weight="1.5pt" color="#000000" miterlimit="8" joinstyle="miter" endarrow="open"/>
                <v:imagedata o:title=""/>
                <o:lock v:ext="edit" aspectratio="f"/>
              </v:shape>
            </w:pict>
          </mc:Fallback>
        </mc:AlternateContent>
      </w:r>
    </w:p>
    <w:p>
      <w:pPr>
        <w:pStyle w:val="20"/>
        <w:spacing w:after="0" w:line="560" w:lineRule="exact"/>
        <w:ind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2817495</wp:posOffset>
                </wp:positionH>
                <wp:positionV relativeFrom="paragraph">
                  <wp:posOffset>339725</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85pt;margin-top:26.75pt;height:21.9pt;width:0.6pt;z-index:251672576;mso-width-relative:page;mso-height-relative:page;" filled="f" stroked="t" coordsize="21600,21600" o:gfxdata="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z844s2BoRzdv&#10;rr+9fn/z+dPXd9ffv7xN9scPjOJE1uBDRTkru8GjF/wGE/J9iya9CRPbZ4IPJ4LlPjJBHy/OZ7QE&#10;QYHZxXx6P9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JPsC+XYAAAACQEAAA8AAAAAAAAA&#10;AQAgAAAAOAAAAGRycy9kb3ducmV2LnhtbFBLAQIUABQAAAAIAIdO4kD2K6KH+wEAALUDAAAOAAAA&#10;AAAAAAEAIAAAAD0BAABkcnMvZTJvRG9jLnhtbFBLBQYAAAAABgAGAFkBAACqBQ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1267460</wp:posOffset>
                </wp:positionH>
                <wp:positionV relativeFrom="paragraph">
                  <wp:posOffset>264795</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pt;margin-top:20.85pt;height:34.5pt;width:239.95pt;z-index:251673600;v-text-anchor:middle;mso-width-relative:page;mso-height-relative:page;" fillcolor="#FFFFFF" filled="t" stroked="t" coordsize="21600,21600" o:gfxdata="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Io54CPV&#10;AAAACgEAAA8AAAAAAAAAAQAgAAAAOAAAAGRycy9kb3ducmV2LnhtbFBLAQIUABQAAAAIAIdO4kBL&#10;8GPd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v:textbox>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1268095</wp:posOffset>
                </wp:positionH>
                <wp:positionV relativeFrom="paragraph">
                  <wp:posOffset>325120</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5pt;margin-top:25.6pt;height:33.75pt;width:243.05pt;z-index:251674624;v-text-anchor:middle;mso-width-relative:page;mso-height-relative:page;" fillcolor="#FFFFFF" filled="t" stroked="t" coordsize="21600,21600" o:gfxdata="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tnysw9UA&#10;AAAKAQAADwAAAAAAAAABACAAAAA4AAAAZHJzL2Rvd25yZXYueG1sUEsBAhQAFAAAAAgAh07iQF2i&#10;v2J+AgAA5wQAAA4AAAAAAAAAAQAgAAAAOgEAAGRycy9lMm9Eb2MueG1sUEsFBgAAAAAGAAYAWQEA&#10;ACoGA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2798445</wp:posOffset>
                </wp:positionH>
                <wp:positionV relativeFrom="paragraph">
                  <wp:posOffset>15875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0.35pt;margin-top:1.25pt;height:21.9pt;width:0.6pt;z-index:251675648;mso-width-relative:page;mso-height-relative:page;" filled="f" stroked="t" coordsize="21600,21600" o:gfxdata="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pyl73tcAAAAIAQAADwAAAAAAAAAB&#10;ACAAAAA4AAAAZHJzL2Rvd25yZXYueG1sUEsBAhQAFAAAAAgAh07iQPimSEz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2781300</wp:posOffset>
                </wp:positionH>
                <wp:positionV relativeFrom="paragraph">
                  <wp:posOffset>92710</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19pt;margin-top:7.3pt;height:21.9pt;width:0.6pt;z-index:251676672;mso-width-relative:page;mso-height-relative:page;" filled="f" stroked="t" coordsize="21600,21600" o:gfxdata="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6SGN9gAAAAJAQAADwAAAAAAAAAB&#10;ACAAAAA4AAAAZHJzL2Rvd25yZXYueG1sUEsBAhQAFAAAAAgAh07iQEwT6h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1261745</wp:posOffset>
                </wp:positionH>
                <wp:positionV relativeFrom="paragraph">
                  <wp:posOffset>25400</wp:posOffset>
                </wp:positionV>
                <wp:extent cx="3086735" cy="42862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35pt;margin-top:2pt;height:33.75pt;width:243.05pt;z-index:251677696;v-text-anchor:middle;mso-width-relative:page;mso-height-relative:page;" fillcolor="#FFFFFF" filled="t" stroked="t" coordsize="21600,21600" o:gfxdata="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LULKTzTAAAA&#10;CAEAAA8AAAAAAAAAAQAgAAAAOAAAAGRycy9kb3ducmV2LnhtbFBLAQIUABQAAAAIAIdO4kAUWvi5&#10;fgIAAOcEAAAOAAAAAAAAAAEAIAAAADgBAABkcnMvZTJvRG9jLnhtbFBLBQYAAAAABgAGAFkBAAAo&#10;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v:textbox>
              </v:shape>
            </w:pict>
          </mc:Fallback>
        </mc:AlternateContent>
      </w: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cs="宋体"/>
                <w:b w:val="0"/>
                <w:bCs w:val="0"/>
                <w:color w:val="000000"/>
                <w:kern w:val="0"/>
                <w:sz w:val="24"/>
                <w:szCs w:val="24"/>
                <w:lang w:eastAsia="zh-CN" w:bidi="ar"/>
              </w:rPr>
              <w:t>混凝土</w:t>
            </w:r>
            <w:r>
              <w:rPr>
                <w:rFonts w:hint="eastAsia" w:ascii="宋体" w:hAnsi="宋体" w:eastAsia="宋体" w:cs="宋体"/>
                <w:b w:val="0"/>
                <w:bCs w:val="0"/>
                <w:color w:val="000000"/>
                <w:kern w:val="0"/>
                <w:sz w:val="24"/>
                <w:szCs w:val="24"/>
                <w:lang w:bidi="ar"/>
              </w:rPr>
              <w:t>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23673"/>
      <w:bookmarkStart w:id="3" w:name="_Toc8969_WPSOffice_Level2"/>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9417"/>
      <w:bookmarkStart w:id="5" w:name="_Toc1131_WPSOffice_Level2"/>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bookmarkStart w:id="23" w:name="_GoBack"/>
      <w:bookmarkEnd w:id="23"/>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sz w:val="24"/>
          <w:szCs w:val="24"/>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沱牌镇排路村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无害化处理任务数109户；新建整改厕所28户；联合池（多户合建化粪池）25口；单户化粪池51口；整改粪池109口；修建整改出户管及连接管</w:t>
      </w:r>
      <w:r>
        <w:rPr>
          <w:rFonts w:hint="eastAsia" w:ascii="宋体" w:hAnsi="宋体" w:eastAsia="宋体" w:cs="宋体"/>
          <w:i w:val="0"/>
          <w:color w:val="000000"/>
          <w:kern w:val="0"/>
          <w:sz w:val="24"/>
          <w:szCs w:val="24"/>
          <w:u w:val="none"/>
          <w:lang w:val="en-US" w:eastAsia="zh-CN" w:bidi="ar"/>
        </w:rPr>
        <w:t>545</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330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260964.74</w:t>
      </w:r>
      <w:r>
        <w:rPr>
          <w:rFonts w:hint="eastAsia" w:asciiTheme="majorEastAsia" w:hAnsiTheme="majorEastAsia" w:eastAsiaTheme="majorEastAsia" w:cstheme="majorEastAsia"/>
          <w:color w:val="auto"/>
          <w:kern w:val="2"/>
          <w:sz w:val="24"/>
          <w:szCs w:val="24"/>
          <w:lang w:val="en-US" w:eastAsia="zh-CN"/>
        </w:rPr>
        <w:t>元，其中财政奖补资金218000.00元，村民自筹42964.74元。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新建1号砖砌化粪池51座，做法详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新建2号砖砌化粪池18座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新建3号砖砌化粪池6座(3户合建)，做法详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新建4号砖砌化粪池1座(4户合建)，做法详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检查井采用TXXQ高密度聚乙烯塑料检查井，合计58座。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沱牌镇排路村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15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21220.65</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27618.69</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10978.6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31174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19620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330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19140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51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70573.8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33976.8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14480.4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9280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260964.74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b w:val="0"/>
          <w:bCs/>
          <w:sz w:val="24"/>
          <w:szCs w:val="24"/>
          <w:lang w:val="en-US" w:eastAsia="zh-CN"/>
        </w:rPr>
        <w:t>沱牌镇排路村</w:t>
      </w:r>
      <w:r>
        <w:rPr>
          <w:rFonts w:hint="eastAsia" w:asciiTheme="majorEastAsia" w:hAnsiTheme="majorEastAsia" w:eastAsiaTheme="majorEastAsia" w:cstheme="majorEastAsia"/>
          <w:color w:val="auto"/>
          <w:kern w:val="2"/>
          <w:sz w:val="24"/>
          <w:szCs w:val="24"/>
          <w:lang w:val="en-US" w:eastAsia="zh-CN"/>
        </w:rPr>
        <w:t>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4735E4"/>
    <w:rsid w:val="065D1927"/>
    <w:rsid w:val="0A9A7A78"/>
    <w:rsid w:val="0B3A494C"/>
    <w:rsid w:val="0D72743C"/>
    <w:rsid w:val="0DC4426A"/>
    <w:rsid w:val="0E246323"/>
    <w:rsid w:val="0ED0054C"/>
    <w:rsid w:val="0F0338BD"/>
    <w:rsid w:val="0F635E53"/>
    <w:rsid w:val="0F862BC9"/>
    <w:rsid w:val="10F322C5"/>
    <w:rsid w:val="11D94E56"/>
    <w:rsid w:val="12F370A9"/>
    <w:rsid w:val="13270514"/>
    <w:rsid w:val="148306BA"/>
    <w:rsid w:val="1586433D"/>
    <w:rsid w:val="165568F0"/>
    <w:rsid w:val="16A967C0"/>
    <w:rsid w:val="16E17F40"/>
    <w:rsid w:val="17116420"/>
    <w:rsid w:val="176F6B0D"/>
    <w:rsid w:val="17E02620"/>
    <w:rsid w:val="1A053611"/>
    <w:rsid w:val="1B5F298B"/>
    <w:rsid w:val="1D3F1931"/>
    <w:rsid w:val="1F1C5F1C"/>
    <w:rsid w:val="202541CA"/>
    <w:rsid w:val="207C4208"/>
    <w:rsid w:val="209A3CDE"/>
    <w:rsid w:val="20B640B1"/>
    <w:rsid w:val="215E1D81"/>
    <w:rsid w:val="21FE4738"/>
    <w:rsid w:val="226A2F4A"/>
    <w:rsid w:val="23365A4A"/>
    <w:rsid w:val="23A54A92"/>
    <w:rsid w:val="23AF0390"/>
    <w:rsid w:val="24892672"/>
    <w:rsid w:val="24B51AD4"/>
    <w:rsid w:val="24DC401A"/>
    <w:rsid w:val="25435C5C"/>
    <w:rsid w:val="25EB5DBA"/>
    <w:rsid w:val="266C5D28"/>
    <w:rsid w:val="27395669"/>
    <w:rsid w:val="287C7510"/>
    <w:rsid w:val="28E10988"/>
    <w:rsid w:val="292750FE"/>
    <w:rsid w:val="29DC2898"/>
    <w:rsid w:val="2B511BF0"/>
    <w:rsid w:val="2CA67E5C"/>
    <w:rsid w:val="2D48480E"/>
    <w:rsid w:val="2D554F32"/>
    <w:rsid w:val="2DB41B88"/>
    <w:rsid w:val="2E026F21"/>
    <w:rsid w:val="2E8B2174"/>
    <w:rsid w:val="2EA52293"/>
    <w:rsid w:val="2F014596"/>
    <w:rsid w:val="2F620FF1"/>
    <w:rsid w:val="301B44D5"/>
    <w:rsid w:val="301E780A"/>
    <w:rsid w:val="306E5F49"/>
    <w:rsid w:val="31C17AB6"/>
    <w:rsid w:val="32441CC2"/>
    <w:rsid w:val="327D4A24"/>
    <w:rsid w:val="328E2022"/>
    <w:rsid w:val="33337274"/>
    <w:rsid w:val="339C6590"/>
    <w:rsid w:val="33C013C9"/>
    <w:rsid w:val="33C12851"/>
    <w:rsid w:val="344B696C"/>
    <w:rsid w:val="3504317E"/>
    <w:rsid w:val="3578457B"/>
    <w:rsid w:val="35D15B60"/>
    <w:rsid w:val="3609575D"/>
    <w:rsid w:val="36AE299C"/>
    <w:rsid w:val="36D933F7"/>
    <w:rsid w:val="37BA6DC9"/>
    <w:rsid w:val="38140581"/>
    <w:rsid w:val="390C3205"/>
    <w:rsid w:val="39450400"/>
    <w:rsid w:val="39743689"/>
    <w:rsid w:val="397E398D"/>
    <w:rsid w:val="39DB6AF4"/>
    <w:rsid w:val="3AA91A44"/>
    <w:rsid w:val="3AD66473"/>
    <w:rsid w:val="3B3730EA"/>
    <w:rsid w:val="3B6F4564"/>
    <w:rsid w:val="3C1E66AC"/>
    <w:rsid w:val="3D3C16EC"/>
    <w:rsid w:val="3DD86EC1"/>
    <w:rsid w:val="3FC8588E"/>
    <w:rsid w:val="40093D2E"/>
    <w:rsid w:val="41CA5B54"/>
    <w:rsid w:val="421622C2"/>
    <w:rsid w:val="42B649D7"/>
    <w:rsid w:val="434F5F00"/>
    <w:rsid w:val="43E26E21"/>
    <w:rsid w:val="44012A50"/>
    <w:rsid w:val="445434D5"/>
    <w:rsid w:val="44CA463D"/>
    <w:rsid w:val="44D25057"/>
    <w:rsid w:val="46164C27"/>
    <w:rsid w:val="46257CC2"/>
    <w:rsid w:val="4630745C"/>
    <w:rsid w:val="463317DC"/>
    <w:rsid w:val="46486E09"/>
    <w:rsid w:val="469D6D4F"/>
    <w:rsid w:val="472D3306"/>
    <w:rsid w:val="47507ADF"/>
    <w:rsid w:val="47A66587"/>
    <w:rsid w:val="481D2068"/>
    <w:rsid w:val="48612E9B"/>
    <w:rsid w:val="48DB5795"/>
    <w:rsid w:val="49366CE3"/>
    <w:rsid w:val="4B5651C7"/>
    <w:rsid w:val="4B6E69ED"/>
    <w:rsid w:val="4C10158C"/>
    <w:rsid w:val="4CD96AAB"/>
    <w:rsid w:val="4D476743"/>
    <w:rsid w:val="4D650445"/>
    <w:rsid w:val="4E191B92"/>
    <w:rsid w:val="4E873FF2"/>
    <w:rsid w:val="4EED08DE"/>
    <w:rsid w:val="4FE9017C"/>
    <w:rsid w:val="50FF19E3"/>
    <w:rsid w:val="5252054D"/>
    <w:rsid w:val="52CC442B"/>
    <w:rsid w:val="53057497"/>
    <w:rsid w:val="532B12AE"/>
    <w:rsid w:val="540E18DC"/>
    <w:rsid w:val="548F151D"/>
    <w:rsid w:val="55193C33"/>
    <w:rsid w:val="557960B8"/>
    <w:rsid w:val="55CF1FE2"/>
    <w:rsid w:val="5630720D"/>
    <w:rsid w:val="56427120"/>
    <w:rsid w:val="56B9387E"/>
    <w:rsid w:val="57AB6821"/>
    <w:rsid w:val="584B01C3"/>
    <w:rsid w:val="58737F30"/>
    <w:rsid w:val="5A752B0C"/>
    <w:rsid w:val="5AC5149F"/>
    <w:rsid w:val="5C1B16A7"/>
    <w:rsid w:val="5D5A3A51"/>
    <w:rsid w:val="5DDA5E5F"/>
    <w:rsid w:val="5EB807BA"/>
    <w:rsid w:val="5EEB451D"/>
    <w:rsid w:val="613B4DDF"/>
    <w:rsid w:val="61464B63"/>
    <w:rsid w:val="634C4304"/>
    <w:rsid w:val="63967C8B"/>
    <w:rsid w:val="63B2292D"/>
    <w:rsid w:val="6425214D"/>
    <w:rsid w:val="64767A89"/>
    <w:rsid w:val="654004EA"/>
    <w:rsid w:val="66200ABD"/>
    <w:rsid w:val="66E7762E"/>
    <w:rsid w:val="670F3BF9"/>
    <w:rsid w:val="671001B7"/>
    <w:rsid w:val="67127DDF"/>
    <w:rsid w:val="67A87AB3"/>
    <w:rsid w:val="67EC056C"/>
    <w:rsid w:val="68EB2AFA"/>
    <w:rsid w:val="69946236"/>
    <w:rsid w:val="69C7309A"/>
    <w:rsid w:val="6A1F35C5"/>
    <w:rsid w:val="6A490E98"/>
    <w:rsid w:val="6A4D4327"/>
    <w:rsid w:val="6B67745D"/>
    <w:rsid w:val="6C00111C"/>
    <w:rsid w:val="6C0C7F35"/>
    <w:rsid w:val="6CD444C9"/>
    <w:rsid w:val="6D1379DE"/>
    <w:rsid w:val="6D4B32DF"/>
    <w:rsid w:val="6D8D3140"/>
    <w:rsid w:val="6DAE04DD"/>
    <w:rsid w:val="6E7845A0"/>
    <w:rsid w:val="6EDB666A"/>
    <w:rsid w:val="6EF0718B"/>
    <w:rsid w:val="6F0B2439"/>
    <w:rsid w:val="6FC526B4"/>
    <w:rsid w:val="72A37F3C"/>
    <w:rsid w:val="735144C8"/>
    <w:rsid w:val="74D07A37"/>
    <w:rsid w:val="756C25F6"/>
    <w:rsid w:val="789145DF"/>
    <w:rsid w:val="791369E9"/>
    <w:rsid w:val="79194D34"/>
    <w:rsid w:val="79B31825"/>
    <w:rsid w:val="7A040050"/>
    <w:rsid w:val="7A3212D5"/>
    <w:rsid w:val="7BD62F93"/>
    <w:rsid w:val="7BE141DD"/>
    <w:rsid w:val="7C2925C7"/>
    <w:rsid w:val="7EA85FDA"/>
    <w:rsid w:val="7F746E69"/>
    <w:rsid w:val="DDA9F297"/>
    <w:rsid w:val="FDFE384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2023-12-26T11:21:56Z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