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沱牌镇山溪口村</w:t>
      </w: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沱牌镇山溪口村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无害化处理任务数116户；新建整改厕所26户；联合池（多户合建化粪池）27口；单户化粪池54口；整改粪池116口；修建整改出户管及连接管</w:t>
      </w:r>
      <w:r>
        <w:rPr>
          <w:rFonts w:hint="eastAsia" w:ascii="宋体" w:hAnsi="宋体" w:eastAsia="宋体" w:cs="宋体"/>
          <w:i w:val="0"/>
          <w:color w:val="000000"/>
          <w:kern w:val="0"/>
          <w:sz w:val="24"/>
          <w:szCs w:val="24"/>
          <w:u w:val="none"/>
          <w:lang w:val="en-US" w:eastAsia="zh-CN" w:bidi="ar"/>
        </w:rPr>
        <w:t>580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350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266702.2</w:t>
      </w:r>
      <w:r>
        <w:rPr>
          <w:rFonts w:hint="eastAsia" w:asciiTheme="majorEastAsia" w:hAnsiTheme="majorEastAsia" w:eastAsiaTheme="majorEastAsia" w:cstheme="majorEastAsia"/>
          <w:color w:val="auto"/>
          <w:kern w:val="2"/>
          <w:sz w:val="24"/>
          <w:szCs w:val="24"/>
          <w:lang w:val="en-US" w:eastAsia="zh-CN"/>
        </w:rPr>
        <w:t>元，其中财政奖补资金232000.00元，村民自筹34702.2元。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新建1号砖砌化粪池54座，做法详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新建2号砖砌化粪池21座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新建3号砖砌化粪池4座(3户合建)，做法详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新建4号砖砌化粪池2座(4户合建)，做法详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检查井采用TXXQ高密度聚乙烯塑料检查井，合计62座。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沱牌镇山溪口村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24050.07</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17575.53</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10978.6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33176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20880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350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20300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74725.2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39639.6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9653.6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5803.6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9920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266702.2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沱牌镇山溪口村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ED0054C"/>
    <w:rsid w:val="0F0338BD"/>
    <w:rsid w:val="0F635E53"/>
    <w:rsid w:val="0F862BC9"/>
    <w:rsid w:val="10140BAE"/>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2541CA"/>
    <w:rsid w:val="207C4208"/>
    <w:rsid w:val="209A3CDE"/>
    <w:rsid w:val="20B640B1"/>
    <w:rsid w:val="215E1D81"/>
    <w:rsid w:val="21FE4738"/>
    <w:rsid w:val="226A2F4A"/>
    <w:rsid w:val="23365A4A"/>
    <w:rsid w:val="23A54A92"/>
    <w:rsid w:val="23AF0390"/>
    <w:rsid w:val="24892672"/>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3730EA"/>
    <w:rsid w:val="3B6F4564"/>
    <w:rsid w:val="3C1E66AC"/>
    <w:rsid w:val="3D3C16EC"/>
    <w:rsid w:val="3DD86EC1"/>
    <w:rsid w:val="3FC8588E"/>
    <w:rsid w:val="41CA5B54"/>
    <w:rsid w:val="421622C2"/>
    <w:rsid w:val="42B649D7"/>
    <w:rsid w:val="434F5F00"/>
    <w:rsid w:val="43E26E21"/>
    <w:rsid w:val="44012A50"/>
    <w:rsid w:val="445434D5"/>
    <w:rsid w:val="44CA463D"/>
    <w:rsid w:val="44D25057"/>
    <w:rsid w:val="46164C27"/>
    <w:rsid w:val="46257CC2"/>
    <w:rsid w:val="4630745C"/>
    <w:rsid w:val="463317DC"/>
    <w:rsid w:val="46486E09"/>
    <w:rsid w:val="469D6D4F"/>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50FF19E3"/>
    <w:rsid w:val="5252054D"/>
    <w:rsid w:val="52CC442B"/>
    <w:rsid w:val="53057497"/>
    <w:rsid w:val="532B12AE"/>
    <w:rsid w:val="540E18DC"/>
    <w:rsid w:val="55193C33"/>
    <w:rsid w:val="557960B8"/>
    <w:rsid w:val="55CF1FE2"/>
    <w:rsid w:val="5630720D"/>
    <w:rsid w:val="56427120"/>
    <w:rsid w:val="56B9387E"/>
    <w:rsid w:val="57AB6821"/>
    <w:rsid w:val="584B01C3"/>
    <w:rsid w:val="58737F30"/>
    <w:rsid w:val="5A752B0C"/>
    <w:rsid w:val="5AC5149F"/>
    <w:rsid w:val="5C1B16A7"/>
    <w:rsid w:val="5D5A3A51"/>
    <w:rsid w:val="5DDA5E5F"/>
    <w:rsid w:val="5EB807BA"/>
    <w:rsid w:val="5EEB451D"/>
    <w:rsid w:val="613B4DDF"/>
    <w:rsid w:val="61464B63"/>
    <w:rsid w:val="634C4304"/>
    <w:rsid w:val="63967C8B"/>
    <w:rsid w:val="63B2292D"/>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0C7F35"/>
    <w:rsid w:val="6CD444C9"/>
    <w:rsid w:val="6D1379DE"/>
    <w:rsid w:val="6D8D3140"/>
    <w:rsid w:val="6DAE04DD"/>
    <w:rsid w:val="6E7845A0"/>
    <w:rsid w:val="6EDB666A"/>
    <w:rsid w:val="6EF0718B"/>
    <w:rsid w:val="6F0B2439"/>
    <w:rsid w:val="6FC526B4"/>
    <w:rsid w:val="72A37F3C"/>
    <w:rsid w:val="735144C8"/>
    <w:rsid w:val="74D07A37"/>
    <w:rsid w:val="756C25F6"/>
    <w:rsid w:val="789145DF"/>
    <w:rsid w:val="791369E9"/>
    <w:rsid w:val="79194D34"/>
    <w:rsid w:val="79B31825"/>
    <w:rsid w:val="7A040050"/>
    <w:rsid w:val="7A3212D5"/>
    <w:rsid w:val="7BD62F93"/>
    <w:rsid w:val="7BE141DD"/>
    <w:rsid w:val="7C2925C7"/>
    <w:rsid w:val="7EA85FDA"/>
    <w:rsid w:val="7F746E69"/>
    <w:rsid w:val="7FAE2EF1"/>
    <w:rsid w:val="8FEFA30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2023-12-26T11:21:58Z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