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明星镇雷电村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185420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4.6pt;height:34.5pt;width:242.9pt;z-index:251658240;v-text-anchor:middle;mso-width-relative:page;mso-height-relative:page;" fillcolor="#FFFFFF" filled="t" stroked="t" coordsize="21600,21600" o:gfxdata="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BYAAABkcnMvUEsBAhQAFAAA&#10;AAgAh07iQNQXKonUAAAACQEAAA8AAAAAAAAAAQAgAAAAOAAAAGRycy9kb3ducmV2LnhtbFBLAQIU&#10;ABQAAAAIAIdO4kCvCoWrjAIAAPMEAAAOAAAAAAAAAAEAIAAAADkBAABkcnMvZTJvRG9jLnhtbFBL&#10;BQYAAAAABgAGAFkBAAA3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2900680</wp:posOffset>
                </wp:positionH>
                <wp:positionV relativeFrom="paragraph">
                  <wp:posOffset>19685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4pt;margin-top:1.55pt;height:21.9pt;width:0.6pt;z-index:251659264;mso-width-relative:page;mso-height-relative:page;" filled="f" stroked="t" coordsize="21600,21600" o:gfxdata="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6vr3c1wAAAAgBAAAPAAAAAAAAAAEA&#10;IAAAADgAAABkcnMvZG93bnJldi54bWxQSwECFAAUAAAACACHTuJA7OMxhf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104775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8.25pt;height:34.5pt;width:242.15pt;z-index:251663360;v-text-anchor:middle;mso-width-relative:page;mso-height-relative:page;" fillcolor="#FFFFFF" filled="t" stroked="t" coordsize="21600,21600" o:gfxdata="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RVXKjN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2880995</wp:posOffset>
                </wp:positionH>
                <wp:positionV relativeFrom="paragraph">
                  <wp:posOffset>98425</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6.85pt;margin-top:7.75pt;height:21.9pt;width:0.6pt;z-index:251660288;mso-width-relative:page;mso-height-relative:page;" filled="f" stroked="t" coordsize="21600,21600" o:gfxdata="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&#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Fa0Q41wAAAAkBAAAPAAAAAAAAAAEA&#10;IAAAADgAAABkcnMvZG93bnJldi54bWxQSwECFAAUAAAACACHTuJA/r6Q3v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2846705</wp:posOffset>
                </wp:positionH>
                <wp:positionV relativeFrom="paragraph">
                  <wp:posOffset>348615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5pt;margin-top:27.45pt;height:21.9pt;width:0.6pt;z-index:251661312;mso-width-relative:page;mso-height-relative:page;" filled="f" stroked="t" coordsize="21600,21600" o:gfxdata="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5z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MKDvS7YAAAACQEAAA8AAAAAAAAA&#10;AQAgAAAAOAAAAGRycy9kb3ducmV2LnhtbFBLAQIUABQAAAAIAIdO4kAa4sp5+wEAALUDAAAOAAAA&#10;AAAAAAEAIAAAAD0BAABkcnMvZTJvRG9jLnhtbFBLBQYAAAAABgAGAFkBAACqBQ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181610</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14.3pt;height:34.5pt;width:243pt;z-index:251664384;v-text-anchor:middle;mso-width-relative:page;mso-height-relative:page;" fillcolor="#FFFFFF" filled="t" stroked="t" coordsize="21600,21600" o:gfxdata="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8JcpHNQA&#10;AAAJ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2855595</wp:posOffset>
                </wp:positionH>
                <wp:positionV relativeFrom="paragraph">
                  <wp:posOffset>454025</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5.75pt;height:21.9pt;width:0.6pt;z-index:251662336;mso-width-relative:page;mso-height-relative:page;" filled="f" stroked="t" coordsize="21600,21600" o:gfxdata="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GI/2mNgAAAAK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1393190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109.7pt;height:34.5pt;width:241.6pt;z-index:251668480;v-text-anchor:middle;mso-width-relative:page;mso-height-relative:page;" fillcolor="#FFFFFF" filled="t" stroked="t" coordsize="21600,21600" o:gfxdata="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DyA0XV&#10;AAAACw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-137795</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0.85pt;height:33.75pt;width:243.05pt;z-index:251665408;v-text-anchor:middle;mso-width-relative:page;mso-height-relative:page;" fillcolor="#FFFFFF" filled="t" stroked="t" coordsize="21600,21600" o:gfxdata="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O3Mt7HW&#10;AAAACgEAAA8AAAAAAAAAAQAgAAAAOAAAAGRycy9kb3ducmV2LnhtbFBLAQIUABQAAAAIAIdO4kAk&#10;8mkIfgIAAOcEAAAOAAAAAAAAAAEAIAAAADsBAABkcnMvZTJvRG9jLnhtbFBLBQYAAAAABgAGAFkB&#10;AAAr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2903220</wp:posOffset>
                </wp:positionH>
                <wp:positionV relativeFrom="paragraph">
                  <wp:posOffset>-417195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6pt;margin-top:-32.85pt;height:21.9pt;width:0.6pt;z-index:251667456;mso-width-relative:page;mso-height-relative:page;" filled="f" stroked="t" coordsize="21600,21600" o:gfxdata="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Cu8wUJ2QAAAAsBAAAPAAAAAAAA&#10;AAEAIAAAADgAAABkcnMvZG93bnJldi54bWxQSwECFAAUAAAACACHTuJApbrsA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523875</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41.25pt;height:34.5pt;width:242.85pt;z-index:251666432;v-text-anchor:middle;mso-width-relative:page;mso-height-relative:page;" fillcolor="#FFFFFF" filled="t" stroked="t" coordsize="21600,21600" o:gfxdata="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KtydVHV&#10;AAAACgEAAA8AAAAAAAAAAQAgAAAAOAAAAGRycy9kb3ducmV2LnhtbFBLAQIUABQAAAAIAIdO4kCJ&#10;Yni7fwIAAOU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2846070</wp:posOffset>
                </wp:positionH>
                <wp:positionV relativeFrom="paragraph">
                  <wp:posOffset>730885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pt;margin-top:57.55pt;height:21.9pt;width:0.6pt;z-index:251670528;mso-width-relative:page;mso-height-relative:page;" filled="f" stroked="t" coordsize="21600,21600" o:gfxdata="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Y1uwVtgAAAALAQAADwAAAAAAAAAB&#10;ACAAAAA4AAAAZHJzL2Rvd25yZXYueG1sUEsBAhQAFAAAAAgAh07iQGA8mv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1668145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31.35pt;height:34.5pt;width:239.95pt;z-index:251669504;v-text-anchor:middle;mso-width-relative:page;mso-height-relative:page;" fillcolor="#FFFFFF" filled="t" stroked="t" coordsize="21600,21600" o:gfxdata="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P6V&#10;207XAAAACwEAAA8AAAAAAAAAAQAgAAAAOAAAAGRycy9kb3ducmV2LnhtbFBLAQIUABQAAAAIAIdO&#10;4kBaexO7gAIAAOcEAAAOAAAAAAAAAAEAIAAAADwBAABkcnMvZTJvRG9jLnhtbFBLBQYAAAAABgAG&#10;AFkBAAAu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p>
    <w:p>
      <w:pPr>
        <w:pStyle w:val="20"/>
        <w:spacing w:after="0" w:line="560" w:lineRule="exact"/>
        <w:ind w:firstLine="88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2827020</wp:posOffset>
                </wp:positionH>
                <wp:positionV relativeFrom="paragraph">
                  <wp:posOffset>850265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66.95pt;height:21.9pt;width:0.6pt;z-index:251671552;mso-width-relative:page;mso-height-relative:page;" filled="f" stroked="t" coordsize="21600,21600" o:gfxdata="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e+fcWbB0I5u&#10;3lx/e/3+5vOnr++uv395m+yPHxjFiazBh4pyVnaDRy/4DSbk+xZNehMmts8EH04Ey31kgj5enM9o&#10;CYICs4v59Cz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OPY422QAAAAsBAAAPAAAAAAAA&#10;AAEAIAAAADgAAABkcnMvZG93bnJldi54bWxQSwECFAAUAAAACACHTuJAbrFwO/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1785620</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40.6pt;height:34.5pt;width:239.95pt;z-index:251673600;v-text-anchor:middle;mso-width-relative:page;mso-height-relative:page;" fillcolor="#FFFFFF" filled="t" stroked="t" coordsize="21600,21600" o:gfxdata="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A/D9wl&#10;1gAAAAsBAAAPAAAAAAAAAAEAIAAAADgAAABkcnMvZG93bnJldi54bWxQSwECFAAUAAAACACHTuJA&#10;S/Bj3X8CAADnBAAADgAAAAAAAAABACAAAAA7AQAAZHJzL2Uyb0RvYy54bWxQSwUGAAAAAAYABgBZ&#10;AQAAL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2827020</wp:posOffset>
                </wp:positionH>
                <wp:positionV relativeFrom="paragraph">
                  <wp:posOffset>1167765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91.95pt;height:21.9pt;width:0.6pt;z-index:251672576;mso-width-relative:page;mso-height-relative:page;" filled="f" stroked="t" coordsize="21600,21600" o:gfxdata="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c/OOLNgaEc3&#10;b66/vX5/8/nT13fX37+8TfbHD4ziRNbgQ0U5K7vBoxf8BhPyfYsmvQkT22eCDyeC5T4yQR8vzme0&#10;BEGB2cV8ej/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bXJVI2QAAAAsBAAAPAAAAAAAA&#10;AAEAIAAAADgAAABkcnMvZG93bnJldi54bWxQSwECFAAUAAAACACHTuJA9iuih/sBAAC1AwAADgAA&#10;AAAAAAABACAAAAA+AQAAZHJzL2Uyb0RvYy54bWxQSwUGAAAAAAYABgBZAQAAqw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2788920</wp:posOffset>
                </wp:positionH>
                <wp:positionV relativeFrom="paragraph">
                  <wp:posOffset>1485265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6pt;margin-top:116.95pt;height:21.9pt;width:0.6pt;z-index:251675648;mso-width-relative:page;mso-height-relative:page;" filled="f" stroked="t" coordsize="21600,21600" o:gfxdata="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0CoGH2QAAAAsBAAAPAAAAAAAA&#10;AAEAIAAAADgAAABkcnMvZG93bnJldi54bWxQSwECFAAUAAAACACHTuJA+KZIT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1745615</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37.45pt;height:33.75pt;width:243.05pt;z-index:251674624;v-text-anchor:middle;mso-width-relative:page;mso-height-relative:page;" fillcolor="#FFFFFF" filled="t" stroked="t" coordsize="21600,21600" o:gfxdata="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CESgLn&#10;1wAAAAsBAAAPAAAAAAAAAAEAIAAAADgAAABkcnMvZG93bnJldi54bWxQSwECFAAUAAAACACHTuJA&#10;XaK/Yn4CAADnBAAADgAAAAAAAAABACAAAAA8AQAAZHJzL2Uyb0RvYy54bWxQSwUGAAAAAAYABgBZ&#10;AQAALAY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p>
    <w:p>
      <w:pPr>
        <w:pStyle w:val="20"/>
        <w:spacing w:after="0" w:line="560" w:lineRule="exact"/>
        <w:ind w:left="0" w:leftChars="0"/>
        <w:rPr>
          <w:rFonts w:ascii="宋体" w:hAnsi="宋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24765</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95pt;height:21.9pt;width:0.6pt;z-index:251676672;mso-width-relative:page;mso-height-relative:page;" filled="f" stroked="t" coordsize="21600,21600" o:gfxdata="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C35JdgAAAAI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273685</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1.55pt;height:33.75pt;width:243.05pt;z-index:251677696;v-text-anchor:middle;mso-width-relative:page;mso-height-relative:page;" fillcolor="#FFFFFF" filled="t" stroked="t" coordsize="21600,21600" o:gfxdata="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3BgV4tUA&#10;AAAKAQAADwAAAAAAAAABACAAAAA4AAAAZHJzL2Rvd25yZXYueG1sUEsBAhQAFAAAAAgAh07iQBRa&#10;+Ll+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明星镇雷电村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无害化处理任务数198户；新建整改厕所38户；联合池（多户合建化粪池）47口；单户化粪池83口；整改粪池198口；修建整改出户管及连接管</w:t>
      </w:r>
      <w:r>
        <w:rPr>
          <w:rFonts w:hint="eastAsia" w:ascii="宋体" w:hAnsi="宋体" w:eastAsia="宋体" w:cs="宋体"/>
          <w:i w:val="0"/>
          <w:color w:val="000000"/>
          <w:kern w:val="0"/>
          <w:sz w:val="24"/>
          <w:szCs w:val="24"/>
          <w:u w:val="none"/>
          <w:lang w:val="en-US" w:eastAsia="zh-CN" w:bidi="ar"/>
        </w:rPr>
        <w:t>990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680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495738.71</w:t>
      </w:r>
      <w:r>
        <w:rPr>
          <w:rFonts w:hint="eastAsia" w:asciiTheme="majorEastAsia" w:hAnsiTheme="majorEastAsia" w:eastAsiaTheme="majorEastAsia" w:cstheme="majorEastAsia"/>
          <w:color w:val="auto"/>
          <w:kern w:val="2"/>
          <w:sz w:val="24"/>
          <w:szCs w:val="24"/>
          <w:lang w:val="en-US" w:eastAsia="zh-CN"/>
        </w:rPr>
        <w:t>元，其中财政奖补资金396000.00元，村民自筹99738.71元。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新建1号砖砌化粪池83座，做法详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新建2号砖砌化粪池31座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新建3号砖砌化粪池11座(3户合建)，做法详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新建4号砖砌化粪池5座(4户合建)，做法详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检查井采用TXXQ高密度聚乙烯塑料检查井，合计117座。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明星镇雷电村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21220.65</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60258.96</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49403.7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198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56628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990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35640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39440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83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114855.4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58515.6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26547.4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14509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117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18720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495738.71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明星镇雷电村村民委员会提供的名单及地址。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bookmarkStart w:id="23" w:name="_GoBack"/>
    <w:bookmarkEnd w:id="2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1268C7"/>
    <w:rsid w:val="022407BE"/>
    <w:rsid w:val="024C0602"/>
    <w:rsid w:val="031429AA"/>
    <w:rsid w:val="03163234"/>
    <w:rsid w:val="03C16D4A"/>
    <w:rsid w:val="043966E4"/>
    <w:rsid w:val="043E20D7"/>
    <w:rsid w:val="048567E7"/>
    <w:rsid w:val="04EF44E5"/>
    <w:rsid w:val="059353B8"/>
    <w:rsid w:val="063E34ED"/>
    <w:rsid w:val="065D1927"/>
    <w:rsid w:val="0A9A7A78"/>
    <w:rsid w:val="0B3A494C"/>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7C4208"/>
    <w:rsid w:val="209A3CDE"/>
    <w:rsid w:val="20B640B1"/>
    <w:rsid w:val="215E1D81"/>
    <w:rsid w:val="21851FEC"/>
    <w:rsid w:val="21FE4738"/>
    <w:rsid w:val="226A2F4A"/>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DC816D9"/>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AC5600A"/>
    <w:rsid w:val="3B3730EA"/>
    <w:rsid w:val="3B6F4564"/>
    <w:rsid w:val="3C1E66AC"/>
    <w:rsid w:val="3D3C16EC"/>
    <w:rsid w:val="3DD86EC1"/>
    <w:rsid w:val="3FC8588E"/>
    <w:rsid w:val="413D0FA5"/>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2181420"/>
    <w:rsid w:val="5252054D"/>
    <w:rsid w:val="53057497"/>
    <w:rsid w:val="532B12AE"/>
    <w:rsid w:val="536C566A"/>
    <w:rsid w:val="540E18DC"/>
    <w:rsid w:val="55193C33"/>
    <w:rsid w:val="557960B8"/>
    <w:rsid w:val="55CF1FE2"/>
    <w:rsid w:val="5630720D"/>
    <w:rsid w:val="56427120"/>
    <w:rsid w:val="56AE3EE1"/>
    <w:rsid w:val="56B9387E"/>
    <w:rsid w:val="57AB6821"/>
    <w:rsid w:val="584B01C3"/>
    <w:rsid w:val="58737F30"/>
    <w:rsid w:val="5A752B0C"/>
    <w:rsid w:val="5AC5149F"/>
    <w:rsid w:val="5C1B16A7"/>
    <w:rsid w:val="5D5A3A51"/>
    <w:rsid w:val="5DDA5E5F"/>
    <w:rsid w:val="5E230C91"/>
    <w:rsid w:val="5EEB451D"/>
    <w:rsid w:val="613B4DDF"/>
    <w:rsid w:val="61464B63"/>
    <w:rsid w:val="634C4304"/>
    <w:rsid w:val="63967C8B"/>
    <w:rsid w:val="63B2292D"/>
    <w:rsid w:val="6425214D"/>
    <w:rsid w:val="64272860"/>
    <w:rsid w:val="64767A89"/>
    <w:rsid w:val="654004EA"/>
    <w:rsid w:val="66BE28EB"/>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A37F3C"/>
    <w:rsid w:val="735144C8"/>
    <w:rsid w:val="74D07A37"/>
    <w:rsid w:val="756C25F6"/>
    <w:rsid w:val="75F3C945"/>
    <w:rsid w:val="789145DF"/>
    <w:rsid w:val="79B31825"/>
    <w:rsid w:val="7A040050"/>
    <w:rsid w:val="7BD62F93"/>
    <w:rsid w:val="7BE141DD"/>
    <w:rsid w:val="7C2925C7"/>
    <w:rsid w:val="7DE88D82"/>
    <w:rsid w:val="7EA85FD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2023-12-26T11:22:08Z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