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明星镇老鹰村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明星镇老鹰村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无害化处理任务数156户；新建整改厕所49户；联合池（多户合建化粪池）35口；单户化粪池69口；整改粪池156口；修建整改出户管及连接管</w:t>
      </w:r>
      <w:r>
        <w:rPr>
          <w:rFonts w:hint="eastAsia" w:ascii="宋体" w:hAnsi="宋体" w:eastAsia="宋体" w:cs="宋体"/>
          <w:i w:val="0"/>
          <w:color w:val="000000"/>
          <w:kern w:val="0"/>
          <w:sz w:val="24"/>
          <w:szCs w:val="24"/>
          <w:u w:val="none"/>
          <w:lang w:val="en-US" w:eastAsia="zh-CN" w:bidi="ar"/>
        </w:rPr>
        <w:t>780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520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411544.64</w:t>
      </w:r>
      <w:r>
        <w:rPr>
          <w:rFonts w:hint="eastAsia" w:asciiTheme="majorEastAsia" w:hAnsiTheme="majorEastAsia" w:eastAsiaTheme="majorEastAsia" w:cstheme="majorEastAsia"/>
          <w:color w:val="auto"/>
          <w:kern w:val="2"/>
          <w:sz w:val="24"/>
          <w:szCs w:val="24"/>
          <w:lang w:val="en-US" w:eastAsia="zh-CN"/>
        </w:rPr>
        <w:t>元，其中财政奖补资金312000.00元，村民自筹99544.64元。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新建1号砖砌化粪池69座，做法详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新建2号砖砌化粪池23座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新建3号砖砌化粪池7座(3户合建)，做法详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检查井采用TXXQ高密度聚乙烯塑料检查井，合计89座。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明星镇老鹰村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25464.78</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60258.96</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38425.1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44616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28080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95482.2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43414.8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16893.8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89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14240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411544.64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明星镇老鹰村村民委员会提供的名单及地址。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AC5600A"/>
    <w:rsid w:val="3B3730EA"/>
    <w:rsid w:val="3B6F4564"/>
    <w:rsid w:val="3C1E66AC"/>
    <w:rsid w:val="3D3C16EC"/>
    <w:rsid w:val="3D76D29F"/>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AE3EE1"/>
    <w:rsid w:val="56B9387E"/>
    <w:rsid w:val="56D04699"/>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A85FDA"/>
    <w:rsid w:val="7FFEE38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2023-12-26T11:21:53Z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