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明星镇三岔溪村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明星镇三岔溪村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无害化处理任务数209户；新建整改厕所54户；联合池（多户合建化粪池）45口；单户化粪池102口；整改粪池209口；修建整改出户管及连接管</w:t>
      </w:r>
      <w:r>
        <w:rPr>
          <w:rFonts w:hint="eastAsia" w:ascii="宋体" w:hAnsi="宋体" w:eastAsia="宋体" w:cs="宋体"/>
          <w:i w:val="0"/>
          <w:color w:val="000000"/>
          <w:kern w:val="0"/>
          <w:sz w:val="24"/>
          <w:szCs w:val="24"/>
          <w:u w:val="none"/>
          <w:lang w:val="en-US" w:eastAsia="zh-CN" w:bidi="ar"/>
        </w:rPr>
        <w:t>1045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620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528455.01</w:t>
      </w:r>
      <w:r>
        <w:rPr>
          <w:rFonts w:hint="eastAsia" w:asciiTheme="majorEastAsia" w:hAnsiTheme="majorEastAsia" w:eastAsiaTheme="majorEastAsia" w:cstheme="majorEastAsia"/>
          <w:color w:val="auto"/>
          <w:kern w:val="2"/>
          <w:sz w:val="24"/>
          <w:szCs w:val="24"/>
          <w:lang w:val="en-US" w:eastAsia="zh-CN"/>
        </w:rPr>
        <w:t>元，其中财政奖补资金418000.00元，村民自筹110455.01元。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新建1号砖砌化粪池102座，做法详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新建2号砖砌化粪池33座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新建3号砖砌化粪池7座(3户合建)，做法详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新建4号砖砌化粪池5座(4户合建)，做法详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检查井采用TXXQ高密度聚乙烯塑料检查井，合计110座。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明星镇三岔溪村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25464.78</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67791.33</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49403.7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59774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37620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35960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102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141147.6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62290.8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16893.8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14509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528455.01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明星镇三岔溪村村民委员会提供的名单及地址。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836111"/>
    <w:rsid w:val="17E02620"/>
    <w:rsid w:val="1A053611"/>
    <w:rsid w:val="1B5F298B"/>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DC816D9"/>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AC5600A"/>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52054D"/>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272860"/>
    <w:rsid w:val="64767A89"/>
    <w:rsid w:val="654004EA"/>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573E68"/>
    <w:rsid w:val="6FC526B4"/>
    <w:rsid w:val="72A37F3C"/>
    <w:rsid w:val="735144C8"/>
    <w:rsid w:val="74D07A37"/>
    <w:rsid w:val="756C25F6"/>
    <w:rsid w:val="789145DF"/>
    <w:rsid w:val="79B31825"/>
    <w:rsid w:val="7A040050"/>
    <w:rsid w:val="7BD62F93"/>
    <w:rsid w:val="7BE141DD"/>
    <w:rsid w:val="7C2925C7"/>
    <w:rsid w:val="7EA85FDA"/>
    <w:rsid w:val="7FE72F7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2023-12-26T11:22:07Z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