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广兴镇新场村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p>
    <w:p>
      <w:pPr>
        <w:jc w:val="cente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1229360</wp:posOffset>
                </wp:positionH>
                <wp:positionV relativeFrom="paragraph">
                  <wp:posOffset>96520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6.8pt;margin-top:7.6pt;height:34.5pt;width:242.9pt;z-index:251658240;v-text-anchor:middle;mso-width-relative:page;mso-height-relative:page;" fillcolor="#FFFFFF" filled="t" stroked="t" coordsize="21600,21600" o:gfxdata="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BpUK8u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2814955</wp:posOffset>
                </wp:positionH>
                <wp:positionV relativeFrom="paragraph">
                  <wp:posOffset>172085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65pt;margin-top:13.55pt;height:21.9pt;width:0.6pt;z-index:251659264;mso-width-relative:page;mso-height-relative:page;" filled="f" stroked="t" coordsize="21600,21600" o:gfxdata="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h/Kt4dgAAAAJAQAADwAAAAAAAAAB&#10;ACAAAAA4AAAAZHJzL2Rvd25yZXYueG1sUEsBAhQAFAAAAAgAh07iQOzjMYX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1238885</wp:posOffset>
                </wp:positionH>
                <wp:positionV relativeFrom="paragraph">
                  <wp:posOffset>79375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55pt;margin-top:6.25pt;height:34.5pt;width:242.15pt;z-index:251663360;v-text-anchor:middle;mso-width-relative:page;mso-height-relative:page;" fillcolor="#FFFFFF" filled="t" stroked="t" coordsize="21600,21600" o:gfxdata="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jxXXjt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2823845</wp:posOffset>
                </wp:positionH>
                <wp:positionV relativeFrom="paragraph">
                  <wp:posOffset>148590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35pt;margin-top:11.7pt;height:21.9pt;width:0.6pt;z-index:251660288;mso-width-relative:page;mso-height-relative:page;" filled="f" stroked="t" coordsize="21600,21600" o:gfxdata="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JhINgAAAAJAQAADwAAAAAAAAAB&#10;ACAAAAA4AAAAZHJzL2Rvd25yZXYueG1sUEsBAhQAFAAAAAgAh07iQP6+kN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33655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pt;margin-top:2.65pt;height:34.5pt;width:243pt;z-index:251664384;v-text-anchor:middle;mso-width-relative:page;mso-height-relative:page;" fillcolor="#FFFFFF" filled="t" stroked="t" coordsize="21600,21600" o:gfxdata="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cqznotQA&#10;AAAI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2818130</wp:posOffset>
                </wp:positionH>
                <wp:positionV relativeFrom="paragraph">
                  <wp:posOffset>121920</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9pt;margin-top:9.6pt;height:21.9pt;width:0.6pt;z-index:251661312;mso-width-relative:page;mso-height-relative:page;" filled="f" stroked="t" coordsize="21600,21600" o:gfxdata="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xwnBtN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1249045</wp:posOffset>
                </wp:positionH>
                <wp:positionV relativeFrom="paragraph">
                  <wp:posOffset>16510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5pt;margin-top:1.3pt;height:33.75pt;width:243.05pt;z-index:251665408;v-text-anchor:middle;mso-width-relative:page;mso-height-relative:page;" fillcolor="#FFFFFF" filled="t" stroked="t" coordsize="21600,21600" o:gfxdata="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H7uWL7TAAAA&#10;CAEAAA8AAAAAAAAAAQAgAAAAOAAAAGRycy9kb3ducmV2LnhtbFBLAQIUABQAAAAIAIdO4kAk8mkI&#10;fgIAAOcEAAAOAAAAAAAAAAEAIAAAADgBAABkcnMvZTJvRG9jLnhtbFBLBQYAAAAABgAGAFkBAAAo&#10;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2827020</wp:posOffset>
                </wp:positionH>
                <wp:positionV relativeFrom="paragraph">
                  <wp:posOffset>101600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8pt;height:21.9pt;width:0.6pt;z-index:251662336;mso-width-relative:page;mso-height-relative:page;" filled="f" stroked="t" coordsize="21600,21600" o:gfxdata="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p+RpuyYGhHt29v&#10;vr35cHv9+ev7m+9f3iX700dGcSJr8KGinJXd4NELfoMJ+b5Fk96Eie0zwYcTwXIfmaCPF+czWoKg&#10;wOxiPj3L9Be/Uj2G+EQ6w5JR8xARVNfHlbOWFulwmimG3dMQqTkl/kxIfa27UlrnfWrLBhLjo/Jh&#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IeQZK1wAAAAkBAAAPAAAAAAAAAAEA&#10;IAAAADgAAABkcnMvZG93bnJldi54bWxQSwECFAAUAAAACACHTuJAoNqC4P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1239520</wp:posOffset>
                </wp:positionH>
                <wp:positionV relativeFrom="paragraph">
                  <wp:posOffset>355600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6pt;margin-top:28pt;height:34.5pt;width:242.85pt;z-index:251666432;v-text-anchor:middle;mso-width-relative:page;mso-height-relative:page;" fillcolor="#FFFFFF" filled="t" stroked="t" coordsize="21600,21600" o:gfxdata="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oNtskdQA&#10;AAAK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1248410</wp:posOffset>
                </wp:positionH>
                <wp:positionV relativeFrom="paragraph">
                  <wp:posOffset>321310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pt;margin-top:25.3pt;height:34.5pt;width:241.6pt;z-index:251668480;v-text-anchor:middle;mso-width-relative:page;mso-height-relative:page;" fillcolor="#FFFFFF" filled="t" stroked="t" coordsize="21600,21600" o:gfxdata="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BRQCGp0wAA&#10;AAoBAAAPAAAAAAAAAAEAIAAAADgAAABkcnMvZG93bnJldi54bWxQSwECFAAUAAAACACHTuJA4A/Y&#10;aX8CAADnBAAADgAAAAAAAAABACAAAAA4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2855595</wp:posOffset>
                </wp:positionH>
                <wp:positionV relativeFrom="paragraph">
                  <wp:posOffset>42545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35pt;height:21.9pt;width:0.6pt;z-index:251670528;mso-width-relative:page;mso-height-relative:page;" filled="f" stroked="t" coordsize="21600,21600" o:gfxdata="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hHDcF1wAAAAg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2865120</wp:posOffset>
                </wp:positionH>
                <wp:positionV relativeFrom="paragraph">
                  <wp:posOffset>73025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6pt;margin-top:5.75pt;height:21.9pt;width:0.6pt;z-index:251667456;mso-width-relative:page;mso-height-relative:page;" filled="f" stroked="t" coordsize="21600,21600" o:gfxdata="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oicHU9cAAAAJAQAADwAAAAAAAAAB&#10;ACAAAAA4AAAAZHJzL2Rvd25yZXYueG1sUEsBAhQAFAAAAAgAh07iQKW67AD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1257935</wp:posOffset>
                </wp:positionH>
                <wp:positionV relativeFrom="paragraph">
                  <wp:posOffset>292735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05pt;margin-top:23.05pt;height:34.5pt;width:239.95pt;z-index:251669504;v-text-anchor:middle;mso-width-relative:page;mso-height-relative:page;" fillcolor="#FFFFFF" filled="t" stroked="t" coordsize="21600,21600" o:gfxdata="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L/gPDU&#10;AAAACg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2836545</wp:posOffset>
                </wp:positionH>
                <wp:positionV relativeFrom="paragraph">
                  <wp:posOffset>12065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3.35pt;margin-top:0.95pt;height:21.9pt;width:0.6pt;z-index:251671552;mso-width-relative:page;mso-height-relative:page;" filled="f" stroked="t" coordsize="21600,21600" o:gfxdata="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BUIGdz1gAAAAgBAAAPAAAAAAAAAAEA&#10;IAAAADgAAABkcnMvZG93bnJldi54bWxQSwECFAAUAAAACACHTuJAbrFwO/sBAAC1AwAADgAAAAAA&#10;AAABACAAAAA7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2817495</wp:posOffset>
                </wp:positionH>
                <wp:positionV relativeFrom="paragraph">
                  <wp:posOffset>339725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85pt;margin-top:26.75pt;height:21.9pt;width:0.6pt;z-index:251672576;mso-width-relative:page;mso-height-relative:page;" filled="f" stroked="t" coordsize="21600,21600" o:gfxdata="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844s2BoRzdv&#10;rr+9fn/z+dPXd9ffv7xN9scPjOJE1uBDRTkru8GjF/wGE/J9iya9CRPbZ4IPJ4LlPjJBHy/OZ7QE&#10;QYHZxXx6P9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PsC+XYAAAACQEAAA8AAAAAAAAA&#10;AQAgAAAAOAAAAGRycy9kb3ducmV2LnhtbFBLAQIUABQAAAAIAIdO4kD2K6KH+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1267460</wp:posOffset>
                </wp:positionH>
                <wp:positionV relativeFrom="paragraph">
                  <wp:posOffset>264795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pt;margin-top:20.85pt;height:34.5pt;width:239.95pt;z-index:251673600;v-text-anchor:middle;mso-width-relative:page;mso-height-relative:page;" fillcolor="#FFFFFF" filled="t" stroked="t" coordsize="21600,21600" o:gfxdata="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o54CPV&#10;AAAACg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1268095</wp:posOffset>
                </wp:positionH>
                <wp:positionV relativeFrom="paragraph">
                  <wp:posOffset>325120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5pt;margin-top:25.6pt;height:33.75pt;width:243.05pt;z-index:251674624;v-text-anchor:middle;mso-width-relative:page;mso-height-relative:page;" fillcolor="#FFFFFF" filled="t" stroked="t" coordsize="21600,21600" o:gfxdata="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tnysw9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2798445</wp:posOffset>
                </wp:positionH>
                <wp:positionV relativeFrom="paragraph">
                  <wp:posOffset>15875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0.35pt;margin-top:1.25pt;height:21.9pt;width:0.6pt;z-index:251675648;mso-width-relative:page;mso-height-relative:page;" filled="f" stroked="t" coordsize="21600,21600" o:gfxdata="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pyl73tcAAAAI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2781300</wp:posOffset>
                </wp:positionH>
                <wp:positionV relativeFrom="paragraph">
                  <wp:posOffset>92710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pt;margin-top:7.3pt;height:21.9pt;width:0.6pt;z-index:251676672;mso-width-relative:page;mso-height-relative:page;" filled="f" stroked="t" coordsize="21600,21600" o:gfxdata="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6SGN9gAAAAJ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1261745</wp:posOffset>
                </wp:positionH>
                <wp:positionV relativeFrom="paragraph">
                  <wp:posOffset>25400</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35pt;margin-top:2pt;height:33.75pt;width:243.05pt;z-index:251677696;v-text-anchor:middle;mso-width-relative:page;mso-height-relative:page;" fillcolor="#FFFFFF" filled="t" stroked="t" coordsize="21600,21600" o:gfxdata="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LULKTzTAAAA&#10;CAEAAA8AAAAAAAAAAQAgAAAAOAAAAGRycy9kb3ducmV2LnhtbFBLAQIUABQAAAAIAIdO4kAUWvi5&#10;fgIAAOcEAAAOAAAAAAAAAAEAIAAAADgBAABkcnMvZTJvRG9jLnhtbFBLBQYAAAAABgAGAFkBAAAo&#10;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广兴镇新场村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无害化处理任务数1122户；新建整改厕所431户；联合池（多户合建化粪池）265口；单户化粪池398口；整改粪池1122口；修建整改出户管及连接管</w:t>
      </w:r>
      <w:r>
        <w:rPr>
          <w:rFonts w:hint="eastAsia" w:ascii="宋体" w:hAnsi="宋体" w:eastAsia="宋体" w:cs="宋体"/>
          <w:i w:val="0"/>
          <w:color w:val="000000"/>
          <w:kern w:val="0"/>
          <w:sz w:val="24"/>
          <w:szCs w:val="24"/>
          <w:u w:val="none"/>
          <w:lang w:val="en-US" w:eastAsia="zh-CN" w:bidi="ar"/>
        </w:rPr>
        <w:t>5610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4590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3069562.8</w:t>
      </w:r>
      <w:r>
        <w:rPr>
          <w:rFonts w:hint="eastAsia" w:asciiTheme="majorEastAsia" w:hAnsiTheme="majorEastAsia" w:eastAsiaTheme="majorEastAsia" w:cstheme="majorEastAsia"/>
          <w:color w:val="auto"/>
          <w:kern w:val="2"/>
          <w:sz w:val="24"/>
          <w:szCs w:val="24"/>
          <w:lang w:val="en-US" w:eastAsia="zh-CN"/>
        </w:rPr>
        <w:t>元，其中财政奖补资金2244000.00元，村民自筹825562.8元。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新建1号砖砌化粪池398座，做法详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新建2号砖砌化粪池125座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新建3号砖砌化粪池86座(3户合建)，做法详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新建4号砖砌化粪池54座(4户合建)，做法详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检查井采用TXXQ高密度聚乙烯塑料检查井，合计825座。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广兴镇新场村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156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220694.76</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246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617654.34</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159189.7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1122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320892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5610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201960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4590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266220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398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550752.4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125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235950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207552.4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156697.2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825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132000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3069562.8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广兴</w:t>
      </w:r>
      <w:r>
        <w:rPr>
          <w:rFonts w:hint="eastAsia"/>
          <w:b w:val="0"/>
          <w:bCs/>
          <w:sz w:val="24"/>
          <w:szCs w:val="24"/>
          <w:lang w:val="en-US" w:eastAsia="zh-CN"/>
        </w:rPr>
        <w:t>镇新场村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027AE6"/>
    <w:rsid w:val="059353B8"/>
    <w:rsid w:val="063E34ED"/>
    <w:rsid w:val="065D1927"/>
    <w:rsid w:val="0A9A7A78"/>
    <w:rsid w:val="0B3A494C"/>
    <w:rsid w:val="0C76384C"/>
    <w:rsid w:val="0D72743C"/>
    <w:rsid w:val="0DC4426A"/>
    <w:rsid w:val="0E246323"/>
    <w:rsid w:val="0ED0054C"/>
    <w:rsid w:val="0F0338BD"/>
    <w:rsid w:val="0F635E53"/>
    <w:rsid w:val="0F862BC9"/>
    <w:rsid w:val="10F322C5"/>
    <w:rsid w:val="11D94E56"/>
    <w:rsid w:val="12F370A9"/>
    <w:rsid w:val="132670EA"/>
    <w:rsid w:val="13270514"/>
    <w:rsid w:val="148306BA"/>
    <w:rsid w:val="1586433D"/>
    <w:rsid w:val="165568F0"/>
    <w:rsid w:val="16A967C0"/>
    <w:rsid w:val="16E17F40"/>
    <w:rsid w:val="17116420"/>
    <w:rsid w:val="176F6B0D"/>
    <w:rsid w:val="17E02620"/>
    <w:rsid w:val="1A053611"/>
    <w:rsid w:val="1B5F298B"/>
    <w:rsid w:val="1D3F1931"/>
    <w:rsid w:val="1D4ADB8E"/>
    <w:rsid w:val="1F1C5F1C"/>
    <w:rsid w:val="207C4208"/>
    <w:rsid w:val="209A3CDE"/>
    <w:rsid w:val="20B640B1"/>
    <w:rsid w:val="215E1D81"/>
    <w:rsid w:val="21FE4738"/>
    <w:rsid w:val="226A2F4A"/>
    <w:rsid w:val="23365A4A"/>
    <w:rsid w:val="23AF0390"/>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AB62CA2"/>
    <w:rsid w:val="3B3730EA"/>
    <w:rsid w:val="3B6F4564"/>
    <w:rsid w:val="3C1E66AC"/>
    <w:rsid w:val="3D3C16EC"/>
    <w:rsid w:val="3DD86EC1"/>
    <w:rsid w:val="3FC8588E"/>
    <w:rsid w:val="41CA5B54"/>
    <w:rsid w:val="421622C2"/>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C10158C"/>
    <w:rsid w:val="4CD96AAB"/>
    <w:rsid w:val="4D476743"/>
    <w:rsid w:val="4D650445"/>
    <w:rsid w:val="4E191B92"/>
    <w:rsid w:val="4EED08DE"/>
    <w:rsid w:val="4FDFFBF5"/>
    <w:rsid w:val="4FE9017C"/>
    <w:rsid w:val="5252054D"/>
    <w:rsid w:val="53057497"/>
    <w:rsid w:val="532B12AE"/>
    <w:rsid w:val="540E18DC"/>
    <w:rsid w:val="55193C33"/>
    <w:rsid w:val="557960B8"/>
    <w:rsid w:val="55CF1FE2"/>
    <w:rsid w:val="5630720D"/>
    <w:rsid w:val="56427120"/>
    <w:rsid w:val="56B9387E"/>
    <w:rsid w:val="57AB6821"/>
    <w:rsid w:val="584B01C3"/>
    <w:rsid w:val="58737F30"/>
    <w:rsid w:val="5A752B0C"/>
    <w:rsid w:val="5AC5149F"/>
    <w:rsid w:val="5C1B16A7"/>
    <w:rsid w:val="5D5A3A51"/>
    <w:rsid w:val="5DDA5E5F"/>
    <w:rsid w:val="5EEB451D"/>
    <w:rsid w:val="613B4DDF"/>
    <w:rsid w:val="61464B63"/>
    <w:rsid w:val="634C4304"/>
    <w:rsid w:val="63967C8B"/>
    <w:rsid w:val="63B2292D"/>
    <w:rsid w:val="6425214D"/>
    <w:rsid w:val="64767A89"/>
    <w:rsid w:val="654004EA"/>
    <w:rsid w:val="66BE28EB"/>
    <w:rsid w:val="66E7762E"/>
    <w:rsid w:val="670F3BF9"/>
    <w:rsid w:val="671001B7"/>
    <w:rsid w:val="67127DDF"/>
    <w:rsid w:val="67EC056C"/>
    <w:rsid w:val="68EB2AFA"/>
    <w:rsid w:val="69946236"/>
    <w:rsid w:val="69C7309A"/>
    <w:rsid w:val="6A1F35C5"/>
    <w:rsid w:val="6A490E98"/>
    <w:rsid w:val="6A4D4327"/>
    <w:rsid w:val="6B2F11E8"/>
    <w:rsid w:val="6B67745D"/>
    <w:rsid w:val="6C00111C"/>
    <w:rsid w:val="6CD444C9"/>
    <w:rsid w:val="6D1379DE"/>
    <w:rsid w:val="6D8D3140"/>
    <w:rsid w:val="6DAE04DD"/>
    <w:rsid w:val="6E7845A0"/>
    <w:rsid w:val="6EDB666A"/>
    <w:rsid w:val="6EF0718B"/>
    <w:rsid w:val="6F0B2439"/>
    <w:rsid w:val="6FC526B4"/>
    <w:rsid w:val="72A37F3C"/>
    <w:rsid w:val="735144C8"/>
    <w:rsid w:val="740023B8"/>
    <w:rsid w:val="74D07A37"/>
    <w:rsid w:val="756C25F6"/>
    <w:rsid w:val="789145DF"/>
    <w:rsid w:val="78AB6B68"/>
    <w:rsid w:val="79B31825"/>
    <w:rsid w:val="7A040050"/>
    <w:rsid w:val="7BD62F93"/>
    <w:rsid w:val="7BE141DD"/>
    <w:rsid w:val="7C083706"/>
    <w:rsid w:val="7C2925C7"/>
    <w:rsid w:val="7EA85FD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2023-12-26T11:21:52Z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