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平安街道枇杷沟村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平安街道枇杷沟村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无害化处理任务数43户；新建整改厕所33户；联合池（多户合建化粪池）8口；单户化粪池26口；整改粪池43口；修建整改出户管及连接管</w:t>
      </w:r>
      <w:r>
        <w:rPr>
          <w:rFonts w:hint="eastAsia" w:ascii="宋体" w:hAnsi="宋体" w:eastAsia="宋体" w:cs="宋体"/>
          <w:i w:val="0"/>
          <w:color w:val="000000"/>
          <w:kern w:val="0"/>
          <w:sz w:val="24"/>
          <w:szCs w:val="24"/>
          <w:u w:val="none"/>
          <w:lang w:val="en-US" w:eastAsia="zh-CN" w:bidi="ar"/>
        </w:rPr>
        <w:t>215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90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108476.61</w:t>
      </w:r>
      <w:r>
        <w:rPr>
          <w:rFonts w:hint="eastAsia" w:asciiTheme="majorEastAsia" w:hAnsiTheme="majorEastAsia" w:eastAsiaTheme="majorEastAsia" w:cstheme="majorEastAsia"/>
          <w:color w:val="auto"/>
          <w:kern w:val="2"/>
          <w:sz w:val="24"/>
          <w:szCs w:val="24"/>
          <w:lang w:val="en-US" w:eastAsia="zh-CN"/>
        </w:rPr>
        <w:t>元，其中财政奖补资金86000.00元，村民自筹22476.61元。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新建1号砖砌化粪池26座，做法详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新建2号砖砌化粪池7座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新建4号砖砌化粪池0座(4户合建)，做法详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平安街道枇杷沟村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11317.68</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17575.53</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12298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7740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5220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35978.8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13213.2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2720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108476.61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平安街道枇杷沟村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73017DA"/>
    <w:rsid w:val="08C56CC6"/>
    <w:rsid w:val="09E235A9"/>
    <w:rsid w:val="0A9A7A78"/>
    <w:rsid w:val="0B3A494C"/>
    <w:rsid w:val="0D6C2510"/>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7F50D91"/>
    <w:rsid w:val="1A053611"/>
    <w:rsid w:val="1B5F298B"/>
    <w:rsid w:val="1B68241C"/>
    <w:rsid w:val="1D3F1931"/>
    <w:rsid w:val="1F1C5F1C"/>
    <w:rsid w:val="207C4208"/>
    <w:rsid w:val="209A3CDE"/>
    <w:rsid w:val="20B640B1"/>
    <w:rsid w:val="215E1D81"/>
    <w:rsid w:val="21FE4738"/>
    <w:rsid w:val="226A2F4A"/>
    <w:rsid w:val="23365A4A"/>
    <w:rsid w:val="23AF0390"/>
    <w:rsid w:val="24B51AD4"/>
    <w:rsid w:val="24D302E1"/>
    <w:rsid w:val="24DC401A"/>
    <w:rsid w:val="25435C5C"/>
    <w:rsid w:val="25BBAB54"/>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E26E21"/>
    <w:rsid w:val="44012A50"/>
    <w:rsid w:val="445434D5"/>
    <w:rsid w:val="44CA463D"/>
    <w:rsid w:val="45536AF1"/>
    <w:rsid w:val="46164C27"/>
    <w:rsid w:val="46257CC2"/>
    <w:rsid w:val="4630745C"/>
    <w:rsid w:val="463317DC"/>
    <w:rsid w:val="46486E09"/>
    <w:rsid w:val="469D6D4F"/>
    <w:rsid w:val="46E76B08"/>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550706"/>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3EC0DF0"/>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BEEB139"/>
    <w:rsid w:val="7C2925C7"/>
    <w:rsid w:val="7E5A7DA2"/>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2023-12-26T11:21:59Z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