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复兴镇伏河乡桂花村</w:t>
      </w:r>
    </w:p>
    <w:p>
      <w:pPr>
        <w:spacing w:line="600" w:lineRule="exact"/>
        <w:ind w:firstLine="0" w:firstLineChars="0"/>
        <w:jc w:val="center"/>
        <w:rPr>
          <w:rFonts w:hint="eastAsia"/>
          <w:b/>
          <w:sz w:val="48"/>
          <w:szCs w:val="48"/>
        </w:rPr>
      </w:pP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1310640</wp:posOffset>
                </wp:positionH>
                <wp:positionV relativeFrom="paragraph">
                  <wp:posOffset>156845</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12.35pt;height:34.5pt;width:242.9pt;z-index:251658240;v-text-anchor:middle;mso-width-relative:page;mso-height-relative:page;" fillcolor="#FFFFFF" filled="t" stroked="t" coordsize="21600,21600" o:gfxdata="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WAAAAZHJzL1BLAQIUABQA&#10;AAAIAIdO4kDKYfca1QAAAAkBAAAPAAAAAAAAAAEAIAAAADgAAABkcnMvZG93bnJldi54bWxQSwEC&#10;FAAUAAAACACHTuJArwqFq4wCAADzBAAADgAAAAAAAAABACAAAAA6AQAAZHJzL2Uyb0RvYy54bWxQ&#10;SwUGAAAAAAYABgBZAQAAO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农户申请和规划项目</w:t>
                      </w:r>
                    </w:p>
                  </w:txbxContent>
                </v:textbox>
              </v:shape>
            </w:pict>
          </mc:Fallback>
        </mc:AlternateContent>
      </w:r>
    </w:p>
    <w:p>
      <w:pPr>
        <w:jc w:val="cente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2857500</wp:posOffset>
                </wp:positionH>
                <wp:positionV relativeFrom="paragraph">
                  <wp:posOffset>30480</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2.4pt;height:21.9pt;width:0.6pt;z-index:251660288;mso-width-relative:page;mso-height-relative:page;" filled="f" stroked="t" coordsize="21600,21600" o:gfxdata="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FgAAAGRycy9QSwECFAAUAAAACACHTuJAF2DGL9UAAAAIAQAADwAAAAAAAAABACAA&#10;AAA4AAAAZHJzL2Rvd25yZXYueG1sUEsBAhQAFAAAAAgAh07iQP6+kN76AQAAtQMAAA4AAAAAAAAA&#10;AQAgAAAAOgEAAGRycy9lMm9Eb2MueG1sUEsFBgAAAAAGAAYAWQEAAKY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1315085</wp:posOffset>
                </wp:positionH>
                <wp:positionV relativeFrom="paragraph">
                  <wp:posOffset>82550</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55pt;margin-top:6.5pt;height:34.5pt;width:242.15pt;z-index:251663360;v-text-anchor:middle;mso-width-relative:page;mso-height-relative:page;" fillcolor="#FFFFFF" filled="t" stroked="t" coordsize="21600,21600" o:gfxdata="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WAAAAZHJzL1BLAQIUABQAAAAIAIdO4kDOs4cQ1AAA&#10;AAkBAAAPAAAAAAAAAAEAIAAAADgAAABkcnMvZG93bnJldi54bWxQSwECFAAUAAAACACHTuJANCTD&#10;q34CAADnBAAADgAAAAAAAAABACAAAAA5AQAAZHJzL2Uyb0RvYy54bWxQSwUGAAAAAAYABgBZAQAA&#10;KQ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村民议事会（理事会）确认</w:t>
                      </w: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2857500</wp:posOffset>
                </wp:positionH>
                <wp:positionV relativeFrom="paragraph">
                  <wp:posOffset>111125</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8.75pt;height:21.9pt;width:0.6pt;z-index:251661312;mso-width-relative:page;mso-height-relative:page;" filled="f" stroked="t" coordsize="21600,21600" o:gfxdata="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sDJ3m9cAAAAJAQAADwAAAAAAAAAB&#10;ACAAAAA4AAAAZHJzL2Rvd25yZXYueG1sUEsBAhQAFAAAAAgAh07iQBriynn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1310005</wp:posOffset>
                </wp:positionH>
                <wp:positionV relativeFrom="paragraph">
                  <wp:posOffset>-32385</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73" w:firstLineChars="62"/>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5pt;margin-top:-2.55pt;height:34.5pt;width:243pt;z-index:251664384;v-text-anchor:middle;mso-width-relative:page;mso-height-relative:page;" fillcolor="#FFFFFF" filled="t" stroked="t" coordsize="21600,21600" o:gfxdata="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ClecCfV&#10;AAAACQEAAA8AAAAAAAAAAQAgAAAAOAAAAGRycy9kb3ducmV2LnhtbFBLAQIUABQAAAAIAIdO4kDd&#10;+LV5fwIAAOcEAAAOAAAAAAAAAAEAIAAAADoBAABkcnMvZTJvRG9jLnhtbFBLBQYAAAAABgAGAFkB&#10;AAArBgAAAAA=&#10;">
                <v:fill on="t" focussize="0,0"/>
                <v:stroke weight="1pt" color="#000000" miterlimit="8" joinstyle="miter"/>
                <v:imagedata o:title=""/>
                <o:lock v:ext="edit" aspectratio="f"/>
                <v:textbox>
                  <w:txbxContent>
                    <w:p>
                      <w:pPr>
                        <w:ind w:left="-266" w:leftChars="-95" w:firstLine="173" w:firstLineChars="62"/>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2857500</wp:posOffset>
                </wp:positionH>
                <wp:positionV relativeFrom="paragraph">
                  <wp:posOffset>191770</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5.1pt;height:21.9pt;width:0.6pt;z-index:251662336;mso-width-relative:page;mso-height-relative:page;" filled="f" stroked="t" coordsize="21600,21600" o:gfxdata="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qfkabsmBoR7dv&#10;b769+XB7/fnr+5vvX94l+9NHRnEia/ChopyV3eDRC36DCfm+RZPehIntM8GHE8FyH5mgjxfnM1qC&#10;oMDsYj49y/QXv1I9hvhEOsOSUfMQEVTXx5WzlhbpcJopht3TEKk5Jf5MSH2tu1Ja531qywYS46Py&#10;Y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q1CTJNgAAAAJAQAADwAAAAAAAAAB&#10;ACAAAAA4AAAAZHJzL2Rvd25yZXYueG1sUEsBAhQAFAAAAAgAh07iQKDaguD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1309370</wp:posOffset>
                </wp:positionH>
                <wp:positionV relativeFrom="paragraph">
                  <wp:posOffset>50800</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73" w:firstLineChars="62"/>
                              <w:jc w:val="center"/>
                              <w:rPr>
                                <w:rFonts w:hint="default" w:ascii="黑体" w:hAnsi="黑体" w:eastAsia="黑体" w:cs="黑体"/>
                                <w:color w:val="000000"/>
                                <w:kern w:val="0"/>
                                <w:sz w:val="28"/>
                                <w:szCs w:val="28"/>
                                <w:lang w:val="en-US" w:eastAsia="zh-CN"/>
                              </w:rPr>
                            </w:pPr>
                            <w:r>
                              <w:rPr>
                                <w:rFonts w:hint="eastAsia" w:ascii="黑体" w:hAnsi="黑体" w:eastAsia="黑体" w:cs="黑体"/>
                                <w:color w:val="000000"/>
                                <w:kern w:val="0"/>
                                <w:sz w:val="28"/>
                                <w:szCs w:val="28"/>
                                <w:lang w:val="en-US" w:eastAsia="zh-CN"/>
                              </w:rPr>
                              <w:t>镇或</w:t>
                            </w:r>
                            <w:r>
                              <w:rPr>
                                <w:rFonts w:hint="eastAsia" w:ascii="黑体" w:hAnsi="黑体" w:eastAsia="黑体" w:cs="黑体"/>
                                <w:color w:val="000000"/>
                                <w:kern w:val="0"/>
                                <w:sz w:val="28"/>
                                <w:szCs w:val="28"/>
                              </w:rPr>
                              <w:t>村</w:t>
                            </w:r>
                            <w:r>
                              <w:rPr>
                                <w:rFonts w:hint="eastAsia" w:ascii="黑体" w:hAnsi="黑体" w:eastAsia="黑体" w:cs="黑体"/>
                                <w:color w:val="000000"/>
                                <w:kern w:val="0"/>
                                <w:sz w:val="28"/>
                                <w:szCs w:val="28"/>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4pt;height:33.75pt;width:243.05pt;z-index:251665408;v-text-anchor:middle;mso-width-relative:page;mso-height-relative:page;" fillcolor="#FFFFFF" filled="t" stroked="t" coordsize="21600,21600" o:gfxdata="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WAAAAZHJzL1BLAQIUABQAAAAIAIdO4kAbnVse1AAA&#10;AAgBAAAPAAAAAAAAAAEAIAAAADgAAABkcnMvZG93bnJldi54bWxQSwECFAAUAAAACACHTuJAJPJp&#10;CH4CAADnBAAADgAAAAAAAAABACAAAAA5AQAAZHJzL2Uyb0RvYy54bWxQSwUGAAAAAAYABgBZAQAA&#10;KQYAAAAA&#10;">
                <v:fill on="t" focussize="0,0"/>
                <v:stroke weight="1pt" color="#000000" miterlimit="8" joinstyle="miter"/>
                <v:imagedata o:title=""/>
                <o:lock v:ext="edit" aspectratio="f"/>
                <v:textbox>
                  <w:txbxContent>
                    <w:p>
                      <w:pPr>
                        <w:ind w:left="-266" w:leftChars="-95" w:firstLine="173" w:firstLineChars="62"/>
                        <w:jc w:val="center"/>
                        <w:rPr>
                          <w:rFonts w:hint="default" w:ascii="黑体" w:hAnsi="黑体" w:eastAsia="黑体" w:cs="黑体"/>
                          <w:color w:val="000000"/>
                          <w:kern w:val="0"/>
                          <w:sz w:val="28"/>
                          <w:szCs w:val="28"/>
                          <w:lang w:val="en-US" w:eastAsia="zh-CN"/>
                        </w:rPr>
                      </w:pPr>
                      <w:r>
                        <w:rPr>
                          <w:rFonts w:hint="eastAsia" w:ascii="黑体" w:hAnsi="黑体" w:eastAsia="黑体" w:cs="黑体"/>
                          <w:color w:val="000000"/>
                          <w:kern w:val="0"/>
                          <w:sz w:val="28"/>
                          <w:szCs w:val="28"/>
                          <w:lang w:val="en-US" w:eastAsia="zh-CN"/>
                        </w:rPr>
                        <w:t>镇或</w:t>
                      </w:r>
                      <w:r>
                        <w:rPr>
                          <w:rFonts w:hint="eastAsia" w:ascii="黑体" w:hAnsi="黑体" w:eastAsia="黑体" w:cs="黑体"/>
                          <w:color w:val="000000"/>
                          <w:kern w:val="0"/>
                          <w:sz w:val="28"/>
                          <w:szCs w:val="28"/>
                        </w:rPr>
                        <w:t>村</w:t>
                      </w:r>
                      <w:r>
                        <w:rPr>
                          <w:rFonts w:hint="eastAsia" w:ascii="黑体" w:hAnsi="黑体" w:eastAsia="黑体" w:cs="黑体"/>
                          <w:color w:val="000000"/>
                          <w:kern w:val="0"/>
                          <w:sz w:val="28"/>
                          <w:szCs w:val="28"/>
                          <w:lang w:val="en-US" w:eastAsia="zh-CN"/>
                        </w:rPr>
                        <w:t>编制实施方案</w:t>
                      </w:r>
                    </w:p>
                    <w:p>
                      <w:pPr>
                        <w:rPr>
                          <w:rFonts w:hint="eastAsia" w:eastAsia="宋体"/>
                          <w:lang w:val="en-US" w:eastAsia="zh-CN"/>
                        </w:rPr>
                      </w:pP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2857500</wp:posOffset>
                </wp:positionH>
                <wp:positionV relativeFrom="paragraph">
                  <wp:posOffset>74295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5.85pt;height:21.9pt;width:0.6pt;z-index:251670528;mso-width-relative:page;mso-height-relative:page;" filled="f" stroked="t" coordsize="21600,21600" o:gfxdata="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CygQp21wAAAAkBAAAPAAAAAAAAAAEA&#10;IAAAADgAAABkcnMvZG93bnJldi54bWxQSwECFAAUAAAACACHTuJAYDya8P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0" w:firstLine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1310640</wp:posOffset>
                </wp:positionH>
                <wp:positionV relativeFrom="paragraph">
                  <wp:posOffset>124460</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9.8pt;height:34.5pt;width:242.85pt;z-index:251666432;v-text-anchor:middle;mso-width-relative:page;mso-height-relative:page;" fillcolor="#FFFFFF" filled="t" stroked="t" coordsize="21600,21600" o:gfxdata="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m+y0OdQA&#10;AAAJAQAADwAAAAAAAAABACAAAAA4AAAAZHJzL2Rvd25yZXYueG1sUEsBAhQAFAAAAAgAh07iQIli&#10;eLt/AgAA5QQAAA4AAAAAAAAAAQAgAAAAOQ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乡镇人民政府审批</w:t>
                      </w:r>
                    </w:p>
                    <w:p/>
                  </w:txbxContent>
                </v:textbox>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2857500</wp:posOffset>
                </wp:positionH>
                <wp:positionV relativeFrom="paragraph">
                  <wp:posOffset>195580</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5.4pt;height:21.9pt;width:0.6pt;z-index:251667456;mso-width-relative:page;mso-height-relative:page;" filled="f" stroked="t" coordsize="21600,21600" o:gfxdata="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P1FfzjYAAAACQEAAA8AAAAAAAAA&#10;AQAgAAAAOAAAAGRycy9kb3ducmV2LnhtbFBLAQIUABQAAAAIAIdO4kCluuwA+wEAALUDAAAOAAAA&#10;AAAAAAEAIAAAAD0BAABkcnMvZTJvRG9jLnhtbFBLBQYAAAAABgAGAFkBAACqBQ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1318895</wp:posOffset>
                </wp:positionH>
                <wp:positionV relativeFrom="paragraph">
                  <wp:posOffset>90805</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85pt;margin-top:7.15pt;height:34.5pt;width:241.6pt;z-index:251668480;v-text-anchor:middle;mso-width-relative:page;mso-height-relative:page;" fillcolor="#FFFFFF" filled="t" stroked="t" coordsize="21600,21600" o:gfxdata="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N/WbrbV&#10;AAAACQEAAA8AAAAAAAAAAQAgAAAAOAAAAGRycy9kb3ducmV2LnhtbFBLAQIUABQAAAAIAIdO4kDg&#10;D9hp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项目施工</w:t>
                      </w:r>
                    </w:p>
                    <w:p/>
                  </w:txbxContent>
                </v:textbox>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2857500</wp:posOffset>
                </wp:positionH>
                <wp:positionV relativeFrom="paragraph">
                  <wp:posOffset>159385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2.55pt;height:21.9pt;width:0.6pt;z-index:251671552;mso-width-relative:page;mso-height-relative:page;" filled="f" stroked="t" coordsize="21600,21600" o:gfxdata="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759xZsHQjm7e&#10;XH97/f7m86ev766/f3mb7I8fGMWJrMGHinJWdoNHL/gNJuT7Fk16Eya2zwQfTgTLfWSCPl6cz2gJ&#10;ggKzi/n0LN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L+097HYAAAACQEAAA8AAAAAAAAA&#10;AQAgAAAAOAAAAGRycy9kb3ducmV2LnhtbFBLAQIUABQAAAAIAIdO4kBusXA7+wEAALUDAAAOAAAA&#10;AAAAAAEAIAAAAD0BAABkcnMvZTJvRG9jLnhtbFBLBQYAAAAABgAGAFkBAACqBQ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1329055</wp:posOffset>
                </wp:positionH>
                <wp:positionV relativeFrom="paragraph">
                  <wp:posOffset>57150</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4.5pt;height:34.5pt;width:239.95pt;z-index:251669504;v-text-anchor:middle;mso-width-relative:page;mso-height-relative:page;" fillcolor="#FFFFFF" filled="t" stroked="t" coordsize="21600,21600" o:gfxdata="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D22cQ/U&#10;AAAACAEAAA8AAAAAAAAAAQAgAAAAOAAAAGRycy9kb3ducmV2LnhtbFBLAQIUABQAAAAIAIdO4kBa&#10;exO7gAIAAOcEAAAOAAAAAAAAAAEAIAAAADk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村两委（理事会）初验</w:t>
                      </w:r>
                    </w:p>
                    <w:p/>
                  </w:txbxContent>
                </v:textbox>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2857500</wp:posOffset>
                </wp:positionH>
                <wp:positionV relativeFrom="paragraph">
                  <wp:posOffset>123190</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9.7pt;height:21.9pt;width:0.6pt;z-index:251672576;mso-width-relative:page;mso-height-relative:page;" filled="f" stroked="t" coordsize="21600,21600" o:gfxdata="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T8NPe9cAAAAJAQAADwAAAAAAAAAB&#10;ACAAAAA4AAAAZHJzL2Rvd25yZXYueG1sUEsBAhQAFAAAAAgAh07iQPYroof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1329055</wp:posOffset>
                </wp:positionH>
                <wp:positionV relativeFrom="paragraph">
                  <wp:posOffset>23495</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85pt;height:34.5pt;width:239.95pt;z-index:251673600;v-text-anchor:middle;mso-width-relative:page;mso-height-relative:page;" fillcolor="#FFFFFF" filled="t" stroked="t" coordsize="21600,21600" o:gfxdata="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CA73UjV&#10;AAAACAEAAA8AAAAAAAAAAQAgAAAAOAAAAGRycy9kb3ducmV2LnhtbFBLAQIUABQAAAAIAIdO4kBL&#10;8GPd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乡镇复核</w:t>
                      </w:r>
                    </w:p>
                    <w:p/>
                  </w:txbxContent>
                </v:textbox>
              </v:shape>
            </w:pict>
          </mc:Fallback>
        </mc:AlternateContent>
      </w:r>
    </w:p>
    <w:p>
      <w:pPr>
        <w:spacing w:line="560" w:lineRule="exact"/>
        <w:jc w:val="left"/>
        <w:rPr>
          <w:rFonts w:hint="eastAsia" w:ascii="宋体" w:hAnsi="宋体" w:eastAsia="仿宋_GB2312"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2857500</wp:posOffset>
                </wp:positionH>
                <wp:positionV relativeFrom="paragraph">
                  <wp:posOffset>86995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6.85pt;height:21.9pt;width:0.6pt;z-index:251675648;mso-width-relative:page;mso-height-relative:page;" filled="f" stroked="t" coordsize="21600,21600" o:gfxdata="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Qd9VZtcAAAAJAQAADwAAAAAAAAAB&#10;ACAAAAA4AAAAZHJzL2Rvd25yZXYueG1sUEsBAhQAFAAAAAgAh07iQPimSEz7AQAAtQMAAA4AAAAA&#10;AAAAAQAgAAAAPA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1309370</wp:posOffset>
                </wp:positionH>
                <wp:positionV relativeFrom="paragraph">
                  <wp:posOffset>345440</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县抽验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27.2pt;height:33.75pt;width:243.05pt;z-index:251674624;v-text-anchor:middle;mso-width-relative:page;mso-height-relative:page;" fillcolor="#FFFFFF" filled="t" stroked="t" coordsize="21600,21600" o:gfxdata="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koCBCdUA&#10;AAAKAQAADwAAAAAAAAABACAAAAA4AAAAZHJzL2Rvd25yZXYueG1sUEsBAhQAFAAAAAgAh07iQF2i&#10;v2J+AgAA5wQAAA4AAAAAAAAAAQAgAAAAOgEAAGRycy9lMm9Eb2MueG1sUEsFBgAAAAAGAAYAWQEA&#10;ACoGA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县抽验</w:t>
                      </w:r>
                    </w:p>
                    <w:p/>
                  </w:txbxContent>
                </v:textbox>
              </v:shape>
            </w:pict>
          </mc:Fallback>
        </mc:AlternateContent>
      </w: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2857500</wp:posOffset>
                </wp:positionH>
                <wp:positionV relativeFrom="paragraph">
                  <wp:posOffset>50800</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4pt;height:21.9pt;width:0.6pt;z-index:251676672;mso-width-relative:page;mso-height-relative:page;" filled="f" stroked="t" coordsize="21600,21600" o:gfxdata="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EUoge1wAAAAgBAAAPAAAAAAAAAAEA&#10;IAAAADgAAABkcnMvZG93bnJldi54bWxQSwECFAAUAAAACACHTuJATBPqHvoBAAC1AwAADgAAAAAA&#10;AAABACAAAAA8AQAAZHJzL2Uyb0RvYy54bWxQSwUGAAAAAAYABgBZAQAAqA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1309370</wp:posOffset>
                </wp:positionH>
                <wp:positionV relativeFrom="paragraph">
                  <wp:posOffset>302260</wp:posOffset>
                </wp:positionV>
                <wp:extent cx="3086735" cy="44767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4767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23.8pt;height:35.25pt;width:243.05pt;z-index:251677696;v-text-anchor:middle;mso-width-relative:page;mso-height-relative:page;" fillcolor="#FFFFFF" filled="t" stroked="t" coordsize="21600,21600" o:gfxdata="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sdFyWtUA&#10;AAAKAQAADwAAAAAAAAABACAAAAA4AAAAZHJzL2Rvd25yZXYueG1sUEsBAhQAFAAAAAgAh07iQJT8&#10;vEB+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资金补助</w:t>
                      </w:r>
                    </w:p>
                  </w:txbxContent>
                </v:textbox>
              </v:shape>
            </w:pict>
          </mc:Fallback>
        </mc:AlternateContent>
      </w: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混</w:t>
            </w:r>
            <w:r>
              <w:rPr>
                <w:rFonts w:hint="eastAsia" w:ascii="宋体" w:hAnsi="宋体" w:cs="宋体"/>
                <w:b w:val="0"/>
                <w:bCs w:val="0"/>
                <w:color w:val="000000"/>
                <w:kern w:val="0"/>
                <w:sz w:val="24"/>
                <w:szCs w:val="24"/>
                <w:lang w:eastAsia="zh-CN" w:bidi="ar"/>
              </w:rPr>
              <w:t>凝</w:t>
            </w:r>
            <w:r>
              <w:rPr>
                <w:rFonts w:hint="eastAsia" w:ascii="宋体" w:hAnsi="宋体" w:eastAsia="宋体" w:cs="宋体"/>
                <w:b w:val="0"/>
                <w:bCs w:val="0"/>
                <w:color w:val="000000"/>
                <w:kern w:val="0"/>
                <w:sz w:val="24"/>
                <w:szCs w:val="24"/>
                <w:lang w:bidi="ar"/>
              </w:rPr>
              <w:t>土浇筑+砖砌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8969_WPSOffice_Level2"/>
      <w:bookmarkStart w:id="3" w:name="_Toc23673"/>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9417"/>
      <w:bookmarkStart w:id="5" w:name="_Toc1131_WPSOffice_Level2"/>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bookmarkStart w:id="23" w:name="_GoBack"/>
      <w:bookmarkEnd w:id="23"/>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复兴镇伏河乡桂花村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无害化处理任务数110户；新建整改厕所33户；联合池（多户合建化粪池）12口；单户化粪池81口；整改粪池110口；修建整改出户管及连接管</w:t>
      </w:r>
      <w:r>
        <w:rPr>
          <w:rFonts w:hint="eastAsia" w:ascii="宋体" w:hAnsi="宋体" w:eastAsia="宋体" w:cs="宋体"/>
          <w:i w:val="0"/>
          <w:color w:val="000000"/>
          <w:kern w:val="0"/>
          <w:sz w:val="24"/>
          <w:szCs w:val="24"/>
          <w:u w:val="none"/>
          <w:lang w:val="en-US" w:eastAsia="zh-CN" w:bidi="ar"/>
        </w:rPr>
        <w:t>550</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170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284571.67</w:t>
      </w:r>
      <w:r>
        <w:rPr>
          <w:rFonts w:hint="eastAsia" w:asciiTheme="majorEastAsia" w:hAnsiTheme="majorEastAsia" w:eastAsiaTheme="majorEastAsia" w:cstheme="majorEastAsia"/>
          <w:color w:val="auto"/>
          <w:kern w:val="2"/>
          <w:sz w:val="24"/>
          <w:szCs w:val="24"/>
          <w:lang w:val="en-US" w:eastAsia="zh-CN"/>
        </w:rPr>
        <w:t>元，其中财政奖补资金220000.00元，村民自筹64571.67元。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新建1号砖砌化粪池81座，做法详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新建2号砖砌化粪池8座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新建3号砖砌化粪池3座(3户合建)，做法详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新建4号砖砌化粪池1座(4户合建)，做法详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检查井采用TXXQ高密度聚乙烯塑料检查井，合计35座。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复兴镇伏河乡桂花村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13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18391.23</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40172.64</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21957.2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110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31460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550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19800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170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9860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81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112087.8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15100.8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7240.2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default" w:asciiTheme="majorEastAsia" w:hAnsiTheme="majorEastAsia" w:eastAsiaTheme="majorEastAsia" w:cstheme="majorEastAsia"/>
                <w:b/>
                <w:bCs/>
                <w:color w:val="000000"/>
                <w:kern w:val="0"/>
                <w:sz w:val="21"/>
                <w:szCs w:val="21"/>
                <w:lang w:val="en-US" w:eastAsia="zh-CN"/>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cs="宋体"/>
                <w:i w:val="0"/>
                <w:color w:val="000000"/>
                <w:kern w:val="0"/>
                <w:sz w:val="20"/>
                <w:szCs w:val="20"/>
                <w:u w:val="none"/>
                <w:lang w:val="en-US" w:eastAsia="zh-CN" w:bidi="ar"/>
              </w:rPr>
              <w:t>35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cs="宋体"/>
                <w:i w:val="0"/>
                <w:color w:val="000000"/>
                <w:kern w:val="0"/>
                <w:sz w:val="20"/>
                <w:szCs w:val="20"/>
                <w:u w:val="none"/>
                <w:lang w:val="en-US" w:eastAsia="zh-CN" w:bidi="ar"/>
              </w:rPr>
              <w:t>5600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284571.67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b w:val="0"/>
          <w:bCs/>
          <w:sz w:val="24"/>
          <w:szCs w:val="24"/>
          <w:lang w:val="en-US" w:eastAsia="zh-CN"/>
        </w:rPr>
        <w:t>复兴镇伏河乡桂花村</w:t>
      </w:r>
      <w:r>
        <w:rPr>
          <w:rFonts w:hint="eastAsia" w:asciiTheme="majorEastAsia" w:hAnsiTheme="majorEastAsia" w:eastAsiaTheme="majorEastAsia" w:cstheme="majorEastAsia"/>
          <w:color w:val="auto"/>
          <w:kern w:val="2"/>
          <w:sz w:val="24"/>
          <w:szCs w:val="24"/>
          <w:lang w:val="en-US" w:eastAsia="zh-CN"/>
        </w:rPr>
        <w:t>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9353B8"/>
    <w:rsid w:val="063E34ED"/>
    <w:rsid w:val="065D1927"/>
    <w:rsid w:val="08C56CC6"/>
    <w:rsid w:val="09E235A9"/>
    <w:rsid w:val="0A9A7A78"/>
    <w:rsid w:val="0B3A494C"/>
    <w:rsid w:val="0D6C2510"/>
    <w:rsid w:val="0D72743C"/>
    <w:rsid w:val="0DC4426A"/>
    <w:rsid w:val="0E246323"/>
    <w:rsid w:val="0ED0054C"/>
    <w:rsid w:val="0F0338BD"/>
    <w:rsid w:val="0F635E53"/>
    <w:rsid w:val="0F862BC9"/>
    <w:rsid w:val="10F322C5"/>
    <w:rsid w:val="11D94E56"/>
    <w:rsid w:val="12F370A9"/>
    <w:rsid w:val="13270514"/>
    <w:rsid w:val="148306BA"/>
    <w:rsid w:val="1586433D"/>
    <w:rsid w:val="165568F0"/>
    <w:rsid w:val="16A967C0"/>
    <w:rsid w:val="16E17F40"/>
    <w:rsid w:val="17116420"/>
    <w:rsid w:val="176F6B0D"/>
    <w:rsid w:val="17E02620"/>
    <w:rsid w:val="17F50D91"/>
    <w:rsid w:val="1A053611"/>
    <w:rsid w:val="1B5F298B"/>
    <w:rsid w:val="1B68241C"/>
    <w:rsid w:val="1D3F1931"/>
    <w:rsid w:val="1F1C5F1C"/>
    <w:rsid w:val="207C4208"/>
    <w:rsid w:val="209A3CDE"/>
    <w:rsid w:val="20B640B1"/>
    <w:rsid w:val="215E1D81"/>
    <w:rsid w:val="21FE4738"/>
    <w:rsid w:val="226A2F4A"/>
    <w:rsid w:val="23365A4A"/>
    <w:rsid w:val="23AF0390"/>
    <w:rsid w:val="24B51AD4"/>
    <w:rsid w:val="24DC401A"/>
    <w:rsid w:val="25435C5C"/>
    <w:rsid w:val="25EB5DBA"/>
    <w:rsid w:val="266C5D28"/>
    <w:rsid w:val="27395669"/>
    <w:rsid w:val="27395B29"/>
    <w:rsid w:val="287C7510"/>
    <w:rsid w:val="28E10988"/>
    <w:rsid w:val="292750FE"/>
    <w:rsid w:val="29DC2898"/>
    <w:rsid w:val="2B511BF0"/>
    <w:rsid w:val="2CA67E5C"/>
    <w:rsid w:val="2D48480E"/>
    <w:rsid w:val="2D554F32"/>
    <w:rsid w:val="2DB41B88"/>
    <w:rsid w:val="2E026F21"/>
    <w:rsid w:val="2E8B2174"/>
    <w:rsid w:val="2EA52293"/>
    <w:rsid w:val="2F014596"/>
    <w:rsid w:val="2F620FF1"/>
    <w:rsid w:val="301B44D5"/>
    <w:rsid w:val="301E780A"/>
    <w:rsid w:val="306E5F49"/>
    <w:rsid w:val="31C17AB6"/>
    <w:rsid w:val="32441CC2"/>
    <w:rsid w:val="327D4A24"/>
    <w:rsid w:val="328E2022"/>
    <w:rsid w:val="33337274"/>
    <w:rsid w:val="339C6590"/>
    <w:rsid w:val="33C013C9"/>
    <w:rsid w:val="33C12851"/>
    <w:rsid w:val="344B696C"/>
    <w:rsid w:val="3504317E"/>
    <w:rsid w:val="3578457B"/>
    <w:rsid w:val="35D15B60"/>
    <w:rsid w:val="3609575D"/>
    <w:rsid w:val="36D933F7"/>
    <w:rsid w:val="37BA6DC9"/>
    <w:rsid w:val="38140581"/>
    <w:rsid w:val="390C3205"/>
    <w:rsid w:val="39450400"/>
    <w:rsid w:val="39DB6AF4"/>
    <w:rsid w:val="3AA91A44"/>
    <w:rsid w:val="3B2D4054"/>
    <w:rsid w:val="3B3730EA"/>
    <w:rsid w:val="3B6F4564"/>
    <w:rsid w:val="3BF93DC3"/>
    <w:rsid w:val="3C1E66AC"/>
    <w:rsid w:val="3D3C16EC"/>
    <w:rsid w:val="3DD86EC1"/>
    <w:rsid w:val="3FC8588E"/>
    <w:rsid w:val="41CA5B54"/>
    <w:rsid w:val="421622C2"/>
    <w:rsid w:val="42B649D7"/>
    <w:rsid w:val="434F5F00"/>
    <w:rsid w:val="43E26E21"/>
    <w:rsid w:val="44012A50"/>
    <w:rsid w:val="445434D5"/>
    <w:rsid w:val="44CA463D"/>
    <w:rsid w:val="45536AF1"/>
    <w:rsid w:val="46164C27"/>
    <w:rsid w:val="46257CC2"/>
    <w:rsid w:val="4630745C"/>
    <w:rsid w:val="463317DC"/>
    <w:rsid w:val="46486E09"/>
    <w:rsid w:val="469D6D4F"/>
    <w:rsid w:val="46E76B08"/>
    <w:rsid w:val="472D3306"/>
    <w:rsid w:val="47507ADF"/>
    <w:rsid w:val="47A66587"/>
    <w:rsid w:val="481D2068"/>
    <w:rsid w:val="48612E9B"/>
    <w:rsid w:val="48DB5795"/>
    <w:rsid w:val="49366CE3"/>
    <w:rsid w:val="4B5651C7"/>
    <w:rsid w:val="4B6E69ED"/>
    <w:rsid w:val="4C10158C"/>
    <w:rsid w:val="4CD96AAB"/>
    <w:rsid w:val="4D476743"/>
    <w:rsid w:val="4D650445"/>
    <w:rsid w:val="4E191B92"/>
    <w:rsid w:val="4EED08DE"/>
    <w:rsid w:val="4FE9017C"/>
    <w:rsid w:val="5252054D"/>
    <w:rsid w:val="53057497"/>
    <w:rsid w:val="532B12AE"/>
    <w:rsid w:val="540E18DC"/>
    <w:rsid w:val="55193C33"/>
    <w:rsid w:val="557960B8"/>
    <w:rsid w:val="55CF1FE2"/>
    <w:rsid w:val="5630720D"/>
    <w:rsid w:val="56427120"/>
    <w:rsid w:val="56550706"/>
    <w:rsid w:val="56B9387E"/>
    <w:rsid w:val="57AB6821"/>
    <w:rsid w:val="584B01C3"/>
    <w:rsid w:val="58737F30"/>
    <w:rsid w:val="5A752B0C"/>
    <w:rsid w:val="5AC5149F"/>
    <w:rsid w:val="5C1B16A7"/>
    <w:rsid w:val="5D5A3A51"/>
    <w:rsid w:val="5DDA5E5F"/>
    <w:rsid w:val="5EEB451D"/>
    <w:rsid w:val="5EEFFC6C"/>
    <w:rsid w:val="613B4DDF"/>
    <w:rsid w:val="61464B63"/>
    <w:rsid w:val="634C4304"/>
    <w:rsid w:val="63967C8B"/>
    <w:rsid w:val="63B2292D"/>
    <w:rsid w:val="63EC0DF0"/>
    <w:rsid w:val="6425214D"/>
    <w:rsid w:val="64767A89"/>
    <w:rsid w:val="654004EA"/>
    <w:rsid w:val="66E7762E"/>
    <w:rsid w:val="670F3BF9"/>
    <w:rsid w:val="671001B7"/>
    <w:rsid w:val="67127DDF"/>
    <w:rsid w:val="67EC056C"/>
    <w:rsid w:val="68EB2AFA"/>
    <w:rsid w:val="69946236"/>
    <w:rsid w:val="69C7309A"/>
    <w:rsid w:val="6A1F35C5"/>
    <w:rsid w:val="6A490E98"/>
    <w:rsid w:val="6A4D4327"/>
    <w:rsid w:val="6B67745D"/>
    <w:rsid w:val="6C00111C"/>
    <w:rsid w:val="6CD444C9"/>
    <w:rsid w:val="6D1379DE"/>
    <w:rsid w:val="6D8D3140"/>
    <w:rsid w:val="6DAE04DD"/>
    <w:rsid w:val="6E7845A0"/>
    <w:rsid w:val="6EDB666A"/>
    <w:rsid w:val="6EF0718B"/>
    <w:rsid w:val="6F0B2439"/>
    <w:rsid w:val="6FC526B4"/>
    <w:rsid w:val="72A37F3C"/>
    <w:rsid w:val="735144C8"/>
    <w:rsid w:val="736247D0"/>
    <w:rsid w:val="74D07A37"/>
    <w:rsid w:val="756C25F6"/>
    <w:rsid w:val="789145DF"/>
    <w:rsid w:val="79B31825"/>
    <w:rsid w:val="7A040050"/>
    <w:rsid w:val="7BD62F93"/>
    <w:rsid w:val="7BE141DD"/>
    <w:rsid w:val="7C2925C7"/>
    <w:rsid w:val="7E5A7DA2"/>
    <w:rsid w:val="7E7F71AE"/>
    <w:rsid w:val="7EA85FD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2023-12-26T11:17:28Z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